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544CED5C" w:rsidR="0035531B" w:rsidRDefault="0035531B" w:rsidP="00EB46E5">
      <w:pPr>
        <w:pStyle w:val="Titul2"/>
      </w:pPr>
      <w:r w:rsidRPr="008F379A">
        <w:t>„</w:t>
      </w:r>
      <w:r w:rsidR="008F379A" w:rsidRPr="008F379A">
        <w:t xml:space="preserve">Optimalizace trati </w:t>
      </w:r>
      <w:proofErr w:type="spellStart"/>
      <w:r w:rsidR="008F379A" w:rsidRPr="008F379A">
        <w:t>Odb</w:t>
      </w:r>
      <w:proofErr w:type="spellEnd"/>
      <w:r w:rsidR="008F379A" w:rsidRPr="008F379A">
        <w:t>. Berounka (včetně) – Karlštejn (včetně)“ - 1.etapa: Úprava TZZ v úseku Radotín – Dobřichovice</w:t>
      </w:r>
    </w:p>
    <w:p w14:paraId="489EF4AE" w14:textId="77777777" w:rsidR="007E7867" w:rsidRDefault="007E7867" w:rsidP="000C6E66">
      <w:pPr>
        <w:pStyle w:val="Text1-1"/>
        <w:numPr>
          <w:ilvl w:val="0"/>
          <w:numId w:val="0"/>
        </w:numPr>
        <w:tabs>
          <w:tab w:val="left" w:pos="708"/>
        </w:tabs>
        <w:ind w:left="737" w:hanging="737"/>
      </w:pPr>
    </w:p>
    <w:p w14:paraId="3E10F77F" w14:textId="6C230A1B" w:rsidR="000C6E66" w:rsidRDefault="000C6E66" w:rsidP="000C6E66">
      <w:pPr>
        <w:pStyle w:val="Text1-1"/>
        <w:numPr>
          <w:ilvl w:val="0"/>
          <w:numId w:val="0"/>
        </w:numPr>
        <w:tabs>
          <w:tab w:val="left" w:pos="708"/>
        </w:tabs>
        <w:ind w:left="737" w:hanging="737"/>
      </w:pPr>
      <w:r>
        <w:t xml:space="preserve">Č.j. </w:t>
      </w:r>
      <w:r w:rsidR="00A1453D" w:rsidRPr="00A1453D">
        <w:t>8108/2025-SŽ-SSZ-OVZ</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A9FB8B" w14:textId="77777777" w:rsidR="00A1453D" w:rsidRDefault="00A1453D" w:rsidP="007E7867">
      <w:pPr>
        <w:spacing w:after="0" w:line="240" w:lineRule="auto"/>
        <w:rPr>
          <w:i/>
          <w:color w:val="FF0000"/>
        </w:rPr>
      </w:pPr>
    </w:p>
    <w:p w14:paraId="3AFDDFCC" w14:textId="77777777" w:rsidR="00A1453D" w:rsidRDefault="00A1453D" w:rsidP="007E7867">
      <w:pPr>
        <w:spacing w:after="0" w:line="240" w:lineRule="auto"/>
        <w:rPr>
          <w:i/>
          <w:color w:val="FF0000"/>
        </w:rPr>
      </w:pPr>
    </w:p>
    <w:p w14:paraId="0C93A929" w14:textId="77777777" w:rsidR="00A1453D" w:rsidRDefault="00A1453D" w:rsidP="007E7867">
      <w:pPr>
        <w:spacing w:after="0" w:line="240" w:lineRule="auto"/>
        <w:rPr>
          <w:i/>
          <w:color w:val="FF0000"/>
        </w:rPr>
      </w:pPr>
    </w:p>
    <w:p w14:paraId="35E68C23" w14:textId="77777777" w:rsidR="00A1453D" w:rsidRDefault="00A1453D" w:rsidP="007E7867">
      <w:pPr>
        <w:spacing w:after="0" w:line="240" w:lineRule="auto"/>
        <w:rPr>
          <w:i/>
          <w:color w:val="FF0000"/>
        </w:rPr>
      </w:pPr>
    </w:p>
    <w:p w14:paraId="1823E59C" w14:textId="77777777" w:rsidR="00A1453D" w:rsidRDefault="00A1453D" w:rsidP="007E7867">
      <w:pPr>
        <w:spacing w:after="0" w:line="240" w:lineRule="auto"/>
        <w:rPr>
          <w:i/>
          <w:color w:val="FF0000"/>
        </w:rPr>
      </w:pPr>
    </w:p>
    <w:p w14:paraId="244B331D" w14:textId="77777777" w:rsidR="00A1453D" w:rsidRDefault="00A1453D" w:rsidP="007E7867">
      <w:pPr>
        <w:spacing w:after="0" w:line="240" w:lineRule="auto"/>
        <w:rPr>
          <w:i/>
          <w:color w:val="FF0000"/>
        </w:rPr>
      </w:pPr>
    </w:p>
    <w:p w14:paraId="0A4B19A9" w14:textId="77777777" w:rsidR="00A1453D" w:rsidRDefault="00A1453D" w:rsidP="007E7867">
      <w:pPr>
        <w:spacing w:after="0" w:line="240" w:lineRule="auto"/>
        <w:rPr>
          <w:i/>
          <w:color w:val="FF0000"/>
        </w:rPr>
      </w:pPr>
    </w:p>
    <w:p w14:paraId="4A090EC9" w14:textId="77777777" w:rsidR="00A1453D" w:rsidRDefault="00A1453D" w:rsidP="007E7867">
      <w:pPr>
        <w:spacing w:after="0" w:line="240" w:lineRule="auto"/>
        <w:rPr>
          <w:i/>
          <w:color w:val="FF0000"/>
        </w:rPr>
      </w:pPr>
    </w:p>
    <w:p w14:paraId="205339D5" w14:textId="77777777" w:rsidR="00A1453D" w:rsidRDefault="00A1453D" w:rsidP="007E7867">
      <w:pPr>
        <w:spacing w:after="0" w:line="240" w:lineRule="auto"/>
        <w:rPr>
          <w:i/>
          <w:color w:val="FF0000"/>
        </w:rPr>
      </w:pPr>
    </w:p>
    <w:p w14:paraId="76D5E11A" w14:textId="77777777" w:rsidR="00A1453D" w:rsidRDefault="00A1453D" w:rsidP="007E7867">
      <w:pPr>
        <w:spacing w:after="0" w:line="240" w:lineRule="auto"/>
        <w:rPr>
          <w:i/>
          <w:color w:val="FF0000"/>
        </w:rPr>
      </w:pPr>
    </w:p>
    <w:p w14:paraId="05549770" w14:textId="77777777" w:rsidR="00A1453D" w:rsidRDefault="00A1453D" w:rsidP="007E7867">
      <w:pPr>
        <w:spacing w:after="0" w:line="240" w:lineRule="auto"/>
        <w:rPr>
          <w:i/>
          <w:color w:val="FF0000"/>
        </w:rPr>
      </w:pPr>
    </w:p>
    <w:p w14:paraId="1EEBF0E4" w14:textId="77777777" w:rsidR="00A1453D" w:rsidRDefault="00A1453D" w:rsidP="007E7867">
      <w:pPr>
        <w:spacing w:after="0" w:line="240" w:lineRule="auto"/>
        <w:rPr>
          <w:i/>
          <w:color w:val="FF0000"/>
        </w:rPr>
      </w:pPr>
    </w:p>
    <w:p w14:paraId="4B3D0E18" w14:textId="77777777" w:rsidR="00A1453D" w:rsidRDefault="00A1453D"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5B3EAFF2" w14:textId="7BC1F8FA" w:rsidR="00BD7E91" w:rsidRDefault="00BD7E91" w:rsidP="00FE4333">
      <w:pPr>
        <w:pStyle w:val="Nadpisbezsl1-1"/>
      </w:pPr>
      <w:r>
        <w:lastRenderedPageBreak/>
        <w:t>Obsah</w:t>
      </w:r>
      <w:r w:rsidR="00887F36">
        <w:t xml:space="preserve"> </w:t>
      </w:r>
    </w:p>
    <w:p w14:paraId="5FF1623C" w14:textId="16CD410D" w:rsidR="004A77EF"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8717582" w:history="1">
        <w:r w:rsidR="004A77EF" w:rsidRPr="00E737AF">
          <w:rPr>
            <w:rStyle w:val="Hypertextovodkaz"/>
          </w:rPr>
          <w:t>1.</w:t>
        </w:r>
        <w:r w:rsidR="004A77EF">
          <w:rPr>
            <w:rFonts w:eastAsiaTheme="minorEastAsia"/>
            <w:caps w:val="0"/>
            <w:noProof/>
            <w:kern w:val="2"/>
            <w:sz w:val="24"/>
            <w:szCs w:val="24"/>
            <w:lang w:eastAsia="cs-CZ"/>
            <w14:ligatures w14:val="standardContextual"/>
          </w:rPr>
          <w:tab/>
        </w:r>
        <w:r w:rsidR="004A77EF" w:rsidRPr="00E737AF">
          <w:rPr>
            <w:rStyle w:val="Hypertextovodkaz"/>
          </w:rPr>
          <w:t>ÚVODNÍ USTANOVENÍ</w:t>
        </w:r>
        <w:r w:rsidR="004A77EF">
          <w:rPr>
            <w:noProof/>
            <w:webHidden/>
          </w:rPr>
          <w:tab/>
        </w:r>
        <w:r w:rsidR="004A77EF">
          <w:rPr>
            <w:noProof/>
            <w:webHidden/>
          </w:rPr>
          <w:fldChar w:fldCharType="begin"/>
        </w:r>
        <w:r w:rsidR="004A77EF">
          <w:rPr>
            <w:noProof/>
            <w:webHidden/>
          </w:rPr>
          <w:instrText xml:space="preserve"> PAGEREF _Toc198717582 \h </w:instrText>
        </w:r>
        <w:r w:rsidR="004A77EF">
          <w:rPr>
            <w:noProof/>
            <w:webHidden/>
          </w:rPr>
        </w:r>
        <w:r w:rsidR="004A77EF">
          <w:rPr>
            <w:noProof/>
            <w:webHidden/>
          </w:rPr>
          <w:fldChar w:fldCharType="separate"/>
        </w:r>
        <w:r w:rsidR="00EC798E">
          <w:rPr>
            <w:noProof/>
            <w:webHidden/>
          </w:rPr>
          <w:t>3</w:t>
        </w:r>
        <w:r w:rsidR="004A77EF">
          <w:rPr>
            <w:noProof/>
            <w:webHidden/>
          </w:rPr>
          <w:fldChar w:fldCharType="end"/>
        </w:r>
      </w:hyperlink>
    </w:p>
    <w:p w14:paraId="4A526F50" w14:textId="44EC0693" w:rsidR="004A77EF" w:rsidRDefault="004A77EF">
      <w:pPr>
        <w:pStyle w:val="Obsah1"/>
        <w:rPr>
          <w:rFonts w:eastAsiaTheme="minorEastAsia"/>
          <w:caps w:val="0"/>
          <w:noProof/>
          <w:kern w:val="2"/>
          <w:sz w:val="24"/>
          <w:szCs w:val="24"/>
          <w:lang w:eastAsia="cs-CZ"/>
          <w14:ligatures w14:val="standardContextual"/>
        </w:rPr>
      </w:pPr>
      <w:hyperlink w:anchor="_Toc198717583" w:history="1">
        <w:r w:rsidRPr="00E737AF">
          <w:rPr>
            <w:rStyle w:val="Hypertextovodkaz"/>
          </w:rPr>
          <w:t>2.</w:t>
        </w:r>
        <w:r>
          <w:rPr>
            <w:rFonts w:eastAsiaTheme="minorEastAsia"/>
            <w:caps w:val="0"/>
            <w:noProof/>
            <w:kern w:val="2"/>
            <w:sz w:val="24"/>
            <w:szCs w:val="24"/>
            <w:lang w:eastAsia="cs-CZ"/>
            <w14:ligatures w14:val="standardContextual"/>
          </w:rPr>
          <w:tab/>
        </w:r>
        <w:r w:rsidRPr="00E737AF">
          <w:rPr>
            <w:rStyle w:val="Hypertextovodkaz"/>
          </w:rPr>
          <w:t>IDENTIFIKAČNÍ ÚDAJE ZADAVATELE</w:t>
        </w:r>
        <w:r>
          <w:rPr>
            <w:noProof/>
            <w:webHidden/>
          </w:rPr>
          <w:tab/>
        </w:r>
        <w:r>
          <w:rPr>
            <w:noProof/>
            <w:webHidden/>
          </w:rPr>
          <w:fldChar w:fldCharType="begin"/>
        </w:r>
        <w:r>
          <w:rPr>
            <w:noProof/>
            <w:webHidden/>
          </w:rPr>
          <w:instrText xml:space="preserve"> PAGEREF _Toc198717583 \h </w:instrText>
        </w:r>
        <w:r>
          <w:rPr>
            <w:noProof/>
            <w:webHidden/>
          </w:rPr>
        </w:r>
        <w:r>
          <w:rPr>
            <w:noProof/>
            <w:webHidden/>
          </w:rPr>
          <w:fldChar w:fldCharType="separate"/>
        </w:r>
        <w:r w:rsidR="00EC798E">
          <w:rPr>
            <w:noProof/>
            <w:webHidden/>
          </w:rPr>
          <w:t>3</w:t>
        </w:r>
        <w:r>
          <w:rPr>
            <w:noProof/>
            <w:webHidden/>
          </w:rPr>
          <w:fldChar w:fldCharType="end"/>
        </w:r>
      </w:hyperlink>
    </w:p>
    <w:p w14:paraId="57852FE5" w14:textId="796E2BA5" w:rsidR="004A77EF" w:rsidRDefault="004A77EF">
      <w:pPr>
        <w:pStyle w:val="Obsah1"/>
        <w:rPr>
          <w:rFonts w:eastAsiaTheme="minorEastAsia"/>
          <w:caps w:val="0"/>
          <w:noProof/>
          <w:kern w:val="2"/>
          <w:sz w:val="24"/>
          <w:szCs w:val="24"/>
          <w:lang w:eastAsia="cs-CZ"/>
          <w14:ligatures w14:val="standardContextual"/>
        </w:rPr>
      </w:pPr>
      <w:hyperlink w:anchor="_Toc198717584" w:history="1">
        <w:r w:rsidRPr="00E737AF">
          <w:rPr>
            <w:rStyle w:val="Hypertextovodkaz"/>
          </w:rPr>
          <w:t>3.</w:t>
        </w:r>
        <w:r>
          <w:rPr>
            <w:rFonts w:eastAsiaTheme="minorEastAsia"/>
            <w:caps w:val="0"/>
            <w:noProof/>
            <w:kern w:val="2"/>
            <w:sz w:val="24"/>
            <w:szCs w:val="24"/>
            <w:lang w:eastAsia="cs-CZ"/>
            <w14:ligatures w14:val="standardContextual"/>
          </w:rPr>
          <w:tab/>
        </w:r>
        <w:r w:rsidRPr="00E737AF">
          <w:rPr>
            <w:rStyle w:val="Hypertextovodkaz"/>
          </w:rPr>
          <w:t>KOMUNIKACE MEZI ZADAVATELEM a DODAVATELEM</w:t>
        </w:r>
        <w:r>
          <w:rPr>
            <w:noProof/>
            <w:webHidden/>
          </w:rPr>
          <w:tab/>
        </w:r>
        <w:r>
          <w:rPr>
            <w:noProof/>
            <w:webHidden/>
          </w:rPr>
          <w:fldChar w:fldCharType="begin"/>
        </w:r>
        <w:r>
          <w:rPr>
            <w:noProof/>
            <w:webHidden/>
          </w:rPr>
          <w:instrText xml:space="preserve"> PAGEREF _Toc198717584 \h </w:instrText>
        </w:r>
        <w:r>
          <w:rPr>
            <w:noProof/>
            <w:webHidden/>
          </w:rPr>
        </w:r>
        <w:r>
          <w:rPr>
            <w:noProof/>
            <w:webHidden/>
          </w:rPr>
          <w:fldChar w:fldCharType="separate"/>
        </w:r>
        <w:r w:rsidR="00EC798E">
          <w:rPr>
            <w:noProof/>
            <w:webHidden/>
          </w:rPr>
          <w:t>4</w:t>
        </w:r>
        <w:r>
          <w:rPr>
            <w:noProof/>
            <w:webHidden/>
          </w:rPr>
          <w:fldChar w:fldCharType="end"/>
        </w:r>
      </w:hyperlink>
    </w:p>
    <w:p w14:paraId="2B8B4A3F" w14:textId="51740B47" w:rsidR="004A77EF" w:rsidRDefault="004A77EF">
      <w:pPr>
        <w:pStyle w:val="Obsah1"/>
        <w:rPr>
          <w:rFonts w:eastAsiaTheme="minorEastAsia"/>
          <w:caps w:val="0"/>
          <w:noProof/>
          <w:kern w:val="2"/>
          <w:sz w:val="24"/>
          <w:szCs w:val="24"/>
          <w:lang w:eastAsia="cs-CZ"/>
          <w14:ligatures w14:val="standardContextual"/>
        </w:rPr>
      </w:pPr>
      <w:hyperlink w:anchor="_Toc198717585" w:history="1">
        <w:r w:rsidRPr="00E737AF">
          <w:rPr>
            <w:rStyle w:val="Hypertextovodkaz"/>
          </w:rPr>
          <w:t>4.</w:t>
        </w:r>
        <w:r>
          <w:rPr>
            <w:rFonts w:eastAsiaTheme="minorEastAsia"/>
            <w:caps w:val="0"/>
            <w:noProof/>
            <w:kern w:val="2"/>
            <w:sz w:val="24"/>
            <w:szCs w:val="24"/>
            <w:lang w:eastAsia="cs-CZ"/>
            <w14:ligatures w14:val="standardContextual"/>
          </w:rPr>
          <w:tab/>
        </w:r>
        <w:r w:rsidRPr="00E737AF">
          <w:rPr>
            <w:rStyle w:val="Hypertextovodkaz"/>
          </w:rPr>
          <w:t>ÚČEL a PŘEDMĚT PLNĚNÍ VEŘEJNÉ ZAKÁZKY</w:t>
        </w:r>
        <w:r>
          <w:rPr>
            <w:noProof/>
            <w:webHidden/>
          </w:rPr>
          <w:tab/>
        </w:r>
        <w:r>
          <w:rPr>
            <w:noProof/>
            <w:webHidden/>
          </w:rPr>
          <w:fldChar w:fldCharType="begin"/>
        </w:r>
        <w:r>
          <w:rPr>
            <w:noProof/>
            <w:webHidden/>
          </w:rPr>
          <w:instrText xml:space="preserve"> PAGEREF _Toc198717585 \h </w:instrText>
        </w:r>
        <w:r>
          <w:rPr>
            <w:noProof/>
            <w:webHidden/>
          </w:rPr>
        </w:r>
        <w:r>
          <w:rPr>
            <w:noProof/>
            <w:webHidden/>
          </w:rPr>
          <w:fldChar w:fldCharType="separate"/>
        </w:r>
        <w:r w:rsidR="00EC798E">
          <w:rPr>
            <w:noProof/>
            <w:webHidden/>
          </w:rPr>
          <w:t>4</w:t>
        </w:r>
        <w:r>
          <w:rPr>
            <w:noProof/>
            <w:webHidden/>
          </w:rPr>
          <w:fldChar w:fldCharType="end"/>
        </w:r>
      </w:hyperlink>
    </w:p>
    <w:p w14:paraId="19AC1580" w14:textId="448583E0" w:rsidR="004A77EF" w:rsidRDefault="004A77EF">
      <w:pPr>
        <w:pStyle w:val="Obsah1"/>
        <w:rPr>
          <w:rFonts w:eastAsiaTheme="minorEastAsia"/>
          <w:caps w:val="0"/>
          <w:noProof/>
          <w:kern w:val="2"/>
          <w:sz w:val="24"/>
          <w:szCs w:val="24"/>
          <w:lang w:eastAsia="cs-CZ"/>
          <w14:ligatures w14:val="standardContextual"/>
        </w:rPr>
      </w:pPr>
      <w:hyperlink w:anchor="_Toc198717586" w:history="1">
        <w:r w:rsidRPr="00E737AF">
          <w:rPr>
            <w:rStyle w:val="Hypertextovodkaz"/>
          </w:rPr>
          <w:t>5.</w:t>
        </w:r>
        <w:r>
          <w:rPr>
            <w:rFonts w:eastAsiaTheme="minorEastAsia"/>
            <w:caps w:val="0"/>
            <w:noProof/>
            <w:kern w:val="2"/>
            <w:sz w:val="24"/>
            <w:szCs w:val="24"/>
            <w:lang w:eastAsia="cs-CZ"/>
            <w14:ligatures w14:val="standardContextual"/>
          </w:rPr>
          <w:tab/>
        </w:r>
        <w:r w:rsidRPr="00E737AF">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_Toc198717586 \h </w:instrText>
        </w:r>
        <w:r>
          <w:rPr>
            <w:noProof/>
            <w:webHidden/>
          </w:rPr>
        </w:r>
        <w:r>
          <w:rPr>
            <w:noProof/>
            <w:webHidden/>
          </w:rPr>
          <w:fldChar w:fldCharType="separate"/>
        </w:r>
        <w:r w:rsidR="00EC798E">
          <w:rPr>
            <w:noProof/>
            <w:webHidden/>
          </w:rPr>
          <w:t>5</w:t>
        </w:r>
        <w:r>
          <w:rPr>
            <w:noProof/>
            <w:webHidden/>
          </w:rPr>
          <w:fldChar w:fldCharType="end"/>
        </w:r>
      </w:hyperlink>
    </w:p>
    <w:p w14:paraId="79C19554" w14:textId="7CF9ABA5" w:rsidR="004A77EF" w:rsidRDefault="004A77EF">
      <w:pPr>
        <w:pStyle w:val="Obsah1"/>
        <w:rPr>
          <w:rFonts w:eastAsiaTheme="minorEastAsia"/>
          <w:caps w:val="0"/>
          <w:noProof/>
          <w:kern w:val="2"/>
          <w:sz w:val="24"/>
          <w:szCs w:val="24"/>
          <w:lang w:eastAsia="cs-CZ"/>
          <w14:ligatures w14:val="standardContextual"/>
        </w:rPr>
      </w:pPr>
      <w:hyperlink w:anchor="_Toc198717587" w:history="1">
        <w:r w:rsidRPr="00E737AF">
          <w:rPr>
            <w:rStyle w:val="Hypertextovodkaz"/>
          </w:rPr>
          <w:t>6.</w:t>
        </w:r>
        <w:r>
          <w:rPr>
            <w:rFonts w:eastAsiaTheme="minorEastAsia"/>
            <w:caps w:val="0"/>
            <w:noProof/>
            <w:kern w:val="2"/>
            <w:sz w:val="24"/>
            <w:szCs w:val="24"/>
            <w:lang w:eastAsia="cs-CZ"/>
            <w14:ligatures w14:val="standardContextual"/>
          </w:rPr>
          <w:tab/>
        </w:r>
        <w:r w:rsidRPr="00E737AF">
          <w:rPr>
            <w:rStyle w:val="Hypertextovodkaz"/>
          </w:rPr>
          <w:t>OBSAH ZADÁVACÍ DOKUMENTACE</w:t>
        </w:r>
        <w:r>
          <w:rPr>
            <w:noProof/>
            <w:webHidden/>
          </w:rPr>
          <w:tab/>
        </w:r>
        <w:r>
          <w:rPr>
            <w:noProof/>
            <w:webHidden/>
          </w:rPr>
          <w:fldChar w:fldCharType="begin"/>
        </w:r>
        <w:r>
          <w:rPr>
            <w:noProof/>
            <w:webHidden/>
          </w:rPr>
          <w:instrText xml:space="preserve"> PAGEREF _Toc198717587 \h </w:instrText>
        </w:r>
        <w:r>
          <w:rPr>
            <w:noProof/>
            <w:webHidden/>
          </w:rPr>
        </w:r>
        <w:r>
          <w:rPr>
            <w:noProof/>
            <w:webHidden/>
          </w:rPr>
          <w:fldChar w:fldCharType="separate"/>
        </w:r>
        <w:r w:rsidR="00EC798E">
          <w:rPr>
            <w:noProof/>
            <w:webHidden/>
          </w:rPr>
          <w:t>5</w:t>
        </w:r>
        <w:r>
          <w:rPr>
            <w:noProof/>
            <w:webHidden/>
          </w:rPr>
          <w:fldChar w:fldCharType="end"/>
        </w:r>
      </w:hyperlink>
    </w:p>
    <w:p w14:paraId="128AC2CF" w14:textId="1A0AEDCB" w:rsidR="004A77EF" w:rsidRDefault="004A77EF">
      <w:pPr>
        <w:pStyle w:val="Obsah1"/>
        <w:rPr>
          <w:rFonts w:eastAsiaTheme="minorEastAsia"/>
          <w:caps w:val="0"/>
          <w:noProof/>
          <w:kern w:val="2"/>
          <w:sz w:val="24"/>
          <w:szCs w:val="24"/>
          <w:lang w:eastAsia="cs-CZ"/>
          <w14:ligatures w14:val="standardContextual"/>
        </w:rPr>
      </w:pPr>
      <w:hyperlink w:anchor="_Toc198717588" w:history="1">
        <w:r w:rsidRPr="00E737AF">
          <w:rPr>
            <w:rStyle w:val="Hypertextovodkaz"/>
          </w:rPr>
          <w:t>7.</w:t>
        </w:r>
        <w:r>
          <w:rPr>
            <w:rFonts w:eastAsiaTheme="minorEastAsia"/>
            <w:caps w:val="0"/>
            <w:noProof/>
            <w:kern w:val="2"/>
            <w:sz w:val="24"/>
            <w:szCs w:val="24"/>
            <w:lang w:eastAsia="cs-CZ"/>
            <w14:ligatures w14:val="standardContextual"/>
          </w:rPr>
          <w:tab/>
        </w:r>
        <w:r w:rsidRPr="00E737A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_Toc198717588 \h </w:instrText>
        </w:r>
        <w:r>
          <w:rPr>
            <w:noProof/>
            <w:webHidden/>
          </w:rPr>
        </w:r>
        <w:r>
          <w:rPr>
            <w:noProof/>
            <w:webHidden/>
          </w:rPr>
          <w:fldChar w:fldCharType="separate"/>
        </w:r>
        <w:r w:rsidR="00EC798E">
          <w:rPr>
            <w:noProof/>
            <w:webHidden/>
          </w:rPr>
          <w:t>6</w:t>
        </w:r>
        <w:r>
          <w:rPr>
            <w:noProof/>
            <w:webHidden/>
          </w:rPr>
          <w:fldChar w:fldCharType="end"/>
        </w:r>
      </w:hyperlink>
    </w:p>
    <w:p w14:paraId="70604C73" w14:textId="39E0721C" w:rsidR="004A77EF" w:rsidRDefault="004A77EF">
      <w:pPr>
        <w:pStyle w:val="Obsah1"/>
        <w:rPr>
          <w:rFonts w:eastAsiaTheme="minorEastAsia"/>
          <w:caps w:val="0"/>
          <w:noProof/>
          <w:kern w:val="2"/>
          <w:sz w:val="24"/>
          <w:szCs w:val="24"/>
          <w:lang w:eastAsia="cs-CZ"/>
          <w14:ligatures w14:val="standardContextual"/>
        </w:rPr>
      </w:pPr>
      <w:hyperlink w:anchor="_Toc198717589" w:history="1">
        <w:r w:rsidRPr="00E737AF">
          <w:rPr>
            <w:rStyle w:val="Hypertextovodkaz"/>
          </w:rPr>
          <w:t>8.</w:t>
        </w:r>
        <w:r>
          <w:rPr>
            <w:rFonts w:eastAsiaTheme="minorEastAsia"/>
            <w:caps w:val="0"/>
            <w:noProof/>
            <w:kern w:val="2"/>
            <w:sz w:val="24"/>
            <w:szCs w:val="24"/>
            <w:lang w:eastAsia="cs-CZ"/>
            <w14:ligatures w14:val="standardContextual"/>
          </w:rPr>
          <w:tab/>
        </w:r>
        <w:r w:rsidRPr="00E737AF">
          <w:rPr>
            <w:rStyle w:val="Hypertextovodkaz"/>
          </w:rPr>
          <w:t>POŽADAVKY ZADAVATELE NA KVALIFIKACI</w:t>
        </w:r>
        <w:r>
          <w:rPr>
            <w:noProof/>
            <w:webHidden/>
          </w:rPr>
          <w:tab/>
        </w:r>
        <w:r>
          <w:rPr>
            <w:noProof/>
            <w:webHidden/>
          </w:rPr>
          <w:fldChar w:fldCharType="begin"/>
        </w:r>
        <w:r>
          <w:rPr>
            <w:noProof/>
            <w:webHidden/>
          </w:rPr>
          <w:instrText xml:space="preserve"> PAGEREF _Toc198717589 \h </w:instrText>
        </w:r>
        <w:r>
          <w:rPr>
            <w:noProof/>
            <w:webHidden/>
          </w:rPr>
        </w:r>
        <w:r>
          <w:rPr>
            <w:noProof/>
            <w:webHidden/>
          </w:rPr>
          <w:fldChar w:fldCharType="separate"/>
        </w:r>
        <w:r w:rsidR="00EC798E">
          <w:rPr>
            <w:noProof/>
            <w:webHidden/>
          </w:rPr>
          <w:t>7</w:t>
        </w:r>
        <w:r>
          <w:rPr>
            <w:noProof/>
            <w:webHidden/>
          </w:rPr>
          <w:fldChar w:fldCharType="end"/>
        </w:r>
      </w:hyperlink>
    </w:p>
    <w:p w14:paraId="3961BC08" w14:textId="28A9E273" w:rsidR="004A77EF" w:rsidRDefault="004A77EF">
      <w:pPr>
        <w:pStyle w:val="Obsah1"/>
        <w:rPr>
          <w:rFonts w:eastAsiaTheme="minorEastAsia"/>
          <w:caps w:val="0"/>
          <w:noProof/>
          <w:kern w:val="2"/>
          <w:sz w:val="24"/>
          <w:szCs w:val="24"/>
          <w:lang w:eastAsia="cs-CZ"/>
          <w14:ligatures w14:val="standardContextual"/>
        </w:rPr>
      </w:pPr>
      <w:hyperlink w:anchor="_Toc198717590" w:history="1">
        <w:r w:rsidRPr="00E737AF">
          <w:rPr>
            <w:rStyle w:val="Hypertextovodkaz"/>
          </w:rPr>
          <w:t>9.</w:t>
        </w:r>
        <w:r>
          <w:rPr>
            <w:rFonts w:eastAsiaTheme="minorEastAsia"/>
            <w:caps w:val="0"/>
            <w:noProof/>
            <w:kern w:val="2"/>
            <w:sz w:val="24"/>
            <w:szCs w:val="24"/>
            <w:lang w:eastAsia="cs-CZ"/>
            <w14:ligatures w14:val="standardContextual"/>
          </w:rPr>
          <w:tab/>
        </w:r>
        <w:r w:rsidRPr="00E737A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_Toc198717590 \h </w:instrText>
        </w:r>
        <w:r>
          <w:rPr>
            <w:noProof/>
            <w:webHidden/>
          </w:rPr>
        </w:r>
        <w:r>
          <w:rPr>
            <w:noProof/>
            <w:webHidden/>
          </w:rPr>
          <w:fldChar w:fldCharType="separate"/>
        </w:r>
        <w:r w:rsidR="00EC798E">
          <w:rPr>
            <w:noProof/>
            <w:webHidden/>
          </w:rPr>
          <w:t>20</w:t>
        </w:r>
        <w:r>
          <w:rPr>
            <w:noProof/>
            <w:webHidden/>
          </w:rPr>
          <w:fldChar w:fldCharType="end"/>
        </w:r>
      </w:hyperlink>
    </w:p>
    <w:p w14:paraId="75775A3E" w14:textId="5F72FFDA" w:rsidR="004A77EF" w:rsidRDefault="004A77EF">
      <w:pPr>
        <w:pStyle w:val="Obsah1"/>
        <w:rPr>
          <w:rFonts w:eastAsiaTheme="minorEastAsia"/>
          <w:caps w:val="0"/>
          <w:noProof/>
          <w:kern w:val="2"/>
          <w:sz w:val="24"/>
          <w:szCs w:val="24"/>
          <w:lang w:eastAsia="cs-CZ"/>
          <w14:ligatures w14:val="standardContextual"/>
        </w:rPr>
      </w:pPr>
      <w:hyperlink w:anchor="_Toc198717591" w:history="1">
        <w:r w:rsidRPr="00E737AF">
          <w:rPr>
            <w:rStyle w:val="Hypertextovodkaz"/>
          </w:rPr>
          <w:t>10.</w:t>
        </w:r>
        <w:r>
          <w:rPr>
            <w:rFonts w:eastAsiaTheme="minorEastAsia"/>
            <w:caps w:val="0"/>
            <w:noProof/>
            <w:kern w:val="2"/>
            <w:sz w:val="24"/>
            <w:szCs w:val="24"/>
            <w:lang w:eastAsia="cs-CZ"/>
            <w14:ligatures w14:val="standardContextual"/>
          </w:rPr>
          <w:tab/>
        </w:r>
        <w:r w:rsidRPr="00E737AF">
          <w:rPr>
            <w:rStyle w:val="Hypertextovodkaz"/>
          </w:rPr>
          <w:t>PROHLÍDKA MÍSTA PLNĚNÍ (STAVENIŠTĚ)</w:t>
        </w:r>
        <w:r>
          <w:rPr>
            <w:noProof/>
            <w:webHidden/>
          </w:rPr>
          <w:tab/>
        </w:r>
        <w:r>
          <w:rPr>
            <w:noProof/>
            <w:webHidden/>
          </w:rPr>
          <w:fldChar w:fldCharType="begin"/>
        </w:r>
        <w:r>
          <w:rPr>
            <w:noProof/>
            <w:webHidden/>
          </w:rPr>
          <w:instrText xml:space="preserve"> PAGEREF _Toc198717591 \h </w:instrText>
        </w:r>
        <w:r>
          <w:rPr>
            <w:noProof/>
            <w:webHidden/>
          </w:rPr>
        </w:r>
        <w:r>
          <w:rPr>
            <w:noProof/>
            <w:webHidden/>
          </w:rPr>
          <w:fldChar w:fldCharType="separate"/>
        </w:r>
        <w:r w:rsidR="00EC798E">
          <w:rPr>
            <w:noProof/>
            <w:webHidden/>
          </w:rPr>
          <w:t>23</w:t>
        </w:r>
        <w:r>
          <w:rPr>
            <w:noProof/>
            <w:webHidden/>
          </w:rPr>
          <w:fldChar w:fldCharType="end"/>
        </w:r>
      </w:hyperlink>
    </w:p>
    <w:p w14:paraId="7ECDE678" w14:textId="54F9B1E8" w:rsidR="004A77EF" w:rsidRDefault="004A77EF">
      <w:pPr>
        <w:pStyle w:val="Obsah1"/>
        <w:rPr>
          <w:rFonts w:eastAsiaTheme="minorEastAsia"/>
          <w:caps w:val="0"/>
          <w:noProof/>
          <w:kern w:val="2"/>
          <w:sz w:val="24"/>
          <w:szCs w:val="24"/>
          <w:lang w:eastAsia="cs-CZ"/>
          <w14:ligatures w14:val="standardContextual"/>
        </w:rPr>
      </w:pPr>
      <w:hyperlink w:anchor="_Toc198717592" w:history="1">
        <w:r w:rsidRPr="00E737AF">
          <w:rPr>
            <w:rStyle w:val="Hypertextovodkaz"/>
          </w:rPr>
          <w:t>11.</w:t>
        </w:r>
        <w:r>
          <w:rPr>
            <w:rFonts w:eastAsiaTheme="minorEastAsia"/>
            <w:caps w:val="0"/>
            <w:noProof/>
            <w:kern w:val="2"/>
            <w:sz w:val="24"/>
            <w:szCs w:val="24"/>
            <w:lang w:eastAsia="cs-CZ"/>
            <w14:ligatures w14:val="standardContextual"/>
          </w:rPr>
          <w:tab/>
        </w:r>
        <w:r w:rsidRPr="00E737AF">
          <w:rPr>
            <w:rStyle w:val="Hypertextovodkaz"/>
          </w:rPr>
          <w:t>JAZYK NABÍDEK A KOMUNIKAČNÍ JAZYK</w:t>
        </w:r>
        <w:r>
          <w:rPr>
            <w:noProof/>
            <w:webHidden/>
          </w:rPr>
          <w:tab/>
        </w:r>
        <w:r>
          <w:rPr>
            <w:noProof/>
            <w:webHidden/>
          </w:rPr>
          <w:fldChar w:fldCharType="begin"/>
        </w:r>
        <w:r>
          <w:rPr>
            <w:noProof/>
            <w:webHidden/>
          </w:rPr>
          <w:instrText xml:space="preserve"> PAGEREF _Toc198717592 \h </w:instrText>
        </w:r>
        <w:r>
          <w:rPr>
            <w:noProof/>
            <w:webHidden/>
          </w:rPr>
        </w:r>
        <w:r>
          <w:rPr>
            <w:noProof/>
            <w:webHidden/>
          </w:rPr>
          <w:fldChar w:fldCharType="separate"/>
        </w:r>
        <w:r w:rsidR="00EC798E">
          <w:rPr>
            <w:noProof/>
            <w:webHidden/>
          </w:rPr>
          <w:t>23</w:t>
        </w:r>
        <w:r>
          <w:rPr>
            <w:noProof/>
            <w:webHidden/>
          </w:rPr>
          <w:fldChar w:fldCharType="end"/>
        </w:r>
      </w:hyperlink>
    </w:p>
    <w:p w14:paraId="3C0F83CD" w14:textId="2C488D66" w:rsidR="004A77EF" w:rsidRDefault="004A77EF">
      <w:pPr>
        <w:pStyle w:val="Obsah1"/>
        <w:rPr>
          <w:rFonts w:eastAsiaTheme="minorEastAsia"/>
          <w:caps w:val="0"/>
          <w:noProof/>
          <w:kern w:val="2"/>
          <w:sz w:val="24"/>
          <w:szCs w:val="24"/>
          <w:lang w:eastAsia="cs-CZ"/>
          <w14:ligatures w14:val="standardContextual"/>
        </w:rPr>
      </w:pPr>
      <w:hyperlink w:anchor="_Toc198717593" w:history="1">
        <w:r w:rsidRPr="00E737AF">
          <w:rPr>
            <w:rStyle w:val="Hypertextovodkaz"/>
          </w:rPr>
          <w:t>12.</w:t>
        </w:r>
        <w:r>
          <w:rPr>
            <w:rFonts w:eastAsiaTheme="minorEastAsia"/>
            <w:caps w:val="0"/>
            <w:noProof/>
            <w:kern w:val="2"/>
            <w:sz w:val="24"/>
            <w:szCs w:val="24"/>
            <w:lang w:eastAsia="cs-CZ"/>
            <w14:ligatures w14:val="standardContextual"/>
          </w:rPr>
          <w:tab/>
        </w:r>
        <w:r w:rsidRPr="00E737AF">
          <w:rPr>
            <w:rStyle w:val="Hypertextovodkaz"/>
          </w:rPr>
          <w:t>OBSAH a PODÁVÁNÍ NABÍDEK</w:t>
        </w:r>
        <w:r>
          <w:rPr>
            <w:noProof/>
            <w:webHidden/>
          </w:rPr>
          <w:tab/>
        </w:r>
        <w:r>
          <w:rPr>
            <w:noProof/>
            <w:webHidden/>
          </w:rPr>
          <w:fldChar w:fldCharType="begin"/>
        </w:r>
        <w:r>
          <w:rPr>
            <w:noProof/>
            <w:webHidden/>
          </w:rPr>
          <w:instrText xml:space="preserve"> PAGEREF _Toc198717593 \h </w:instrText>
        </w:r>
        <w:r>
          <w:rPr>
            <w:noProof/>
            <w:webHidden/>
          </w:rPr>
        </w:r>
        <w:r>
          <w:rPr>
            <w:noProof/>
            <w:webHidden/>
          </w:rPr>
          <w:fldChar w:fldCharType="separate"/>
        </w:r>
        <w:r w:rsidR="00EC798E">
          <w:rPr>
            <w:noProof/>
            <w:webHidden/>
          </w:rPr>
          <w:t>23</w:t>
        </w:r>
        <w:r>
          <w:rPr>
            <w:noProof/>
            <w:webHidden/>
          </w:rPr>
          <w:fldChar w:fldCharType="end"/>
        </w:r>
      </w:hyperlink>
    </w:p>
    <w:p w14:paraId="3A403334" w14:textId="28EDB897" w:rsidR="004A77EF" w:rsidRDefault="004A77EF">
      <w:pPr>
        <w:pStyle w:val="Obsah1"/>
        <w:rPr>
          <w:rFonts w:eastAsiaTheme="minorEastAsia"/>
          <w:caps w:val="0"/>
          <w:noProof/>
          <w:kern w:val="2"/>
          <w:sz w:val="24"/>
          <w:szCs w:val="24"/>
          <w:lang w:eastAsia="cs-CZ"/>
          <w14:ligatures w14:val="standardContextual"/>
        </w:rPr>
      </w:pPr>
      <w:hyperlink w:anchor="_Toc198717594" w:history="1">
        <w:r w:rsidRPr="00E737AF">
          <w:rPr>
            <w:rStyle w:val="Hypertextovodkaz"/>
          </w:rPr>
          <w:t>13.</w:t>
        </w:r>
        <w:r>
          <w:rPr>
            <w:rFonts w:eastAsiaTheme="minorEastAsia"/>
            <w:caps w:val="0"/>
            <w:noProof/>
            <w:kern w:val="2"/>
            <w:sz w:val="24"/>
            <w:szCs w:val="24"/>
            <w:lang w:eastAsia="cs-CZ"/>
            <w14:ligatures w14:val="standardContextual"/>
          </w:rPr>
          <w:tab/>
        </w:r>
        <w:r w:rsidRPr="00E737AF">
          <w:rPr>
            <w:rStyle w:val="Hypertextovodkaz"/>
          </w:rPr>
          <w:t>POŽADAVKY NA ZPRACOVÁNÍ NABÍDKOVÉ CENY</w:t>
        </w:r>
        <w:r>
          <w:rPr>
            <w:noProof/>
            <w:webHidden/>
          </w:rPr>
          <w:tab/>
        </w:r>
        <w:r>
          <w:rPr>
            <w:noProof/>
            <w:webHidden/>
          </w:rPr>
          <w:fldChar w:fldCharType="begin"/>
        </w:r>
        <w:r>
          <w:rPr>
            <w:noProof/>
            <w:webHidden/>
          </w:rPr>
          <w:instrText xml:space="preserve"> PAGEREF _Toc198717594 \h </w:instrText>
        </w:r>
        <w:r>
          <w:rPr>
            <w:noProof/>
            <w:webHidden/>
          </w:rPr>
        </w:r>
        <w:r>
          <w:rPr>
            <w:noProof/>
            <w:webHidden/>
          </w:rPr>
          <w:fldChar w:fldCharType="separate"/>
        </w:r>
        <w:r w:rsidR="00EC798E">
          <w:rPr>
            <w:noProof/>
            <w:webHidden/>
          </w:rPr>
          <w:t>25</w:t>
        </w:r>
        <w:r>
          <w:rPr>
            <w:noProof/>
            <w:webHidden/>
          </w:rPr>
          <w:fldChar w:fldCharType="end"/>
        </w:r>
      </w:hyperlink>
    </w:p>
    <w:p w14:paraId="4BF922AA" w14:textId="24376446" w:rsidR="004A77EF" w:rsidRDefault="004A77EF">
      <w:pPr>
        <w:pStyle w:val="Obsah1"/>
        <w:rPr>
          <w:rFonts w:eastAsiaTheme="minorEastAsia"/>
          <w:caps w:val="0"/>
          <w:noProof/>
          <w:kern w:val="2"/>
          <w:sz w:val="24"/>
          <w:szCs w:val="24"/>
          <w:lang w:eastAsia="cs-CZ"/>
          <w14:ligatures w14:val="standardContextual"/>
        </w:rPr>
      </w:pPr>
      <w:hyperlink w:anchor="_Toc198717595" w:history="1">
        <w:r w:rsidRPr="00E737AF">
          <w:rPr>
            <w:rStyle w:val="Hypertextovodkaz"/>
          </w:rPr>
          <w:t>14.</w:t>
        </w:r>
        <w:r>
          <w:rPr>
            <w:rFonts w:eastAsiaTheme="minorEastAsia"/>
            <w:caps w:val="0"/>
            <w:noProof/>
            <w:kern w:val="2"/>
            <w:sz w:val="24"/>
            <w:szCs w:val="24"/>
            <w:lang w:eastAsia="cs-CZ"/>
            <w14:ligatures w14:val="standardContextual"/>
          </w:rPr>
          <w:tab/>
        </w:r>
        <w:r w:rsidRPr="00E737AF">
          <w:rPr>
            <w:rStyle w:val="Hypertextovodkaz"/>
          </w:rPr>
          <w:t>VARIANTY NABÍDKY</w:t>
        </w:r>
        <w:r>
          <w:rPr>
            <w:noProof/>
            <w:webHidden/>
          </w:rPr>
          <w:tab/>
        </w:r>
        <w:r>
          <w:rPr>
            <w:noProof/>
            <w:webHidden/>
          </w:rPr>
          <w:fldChar w:fldCharType="begin"/>
        </w:r>
        <w:r>
          <w:rPr>
            <w:noProof/>
            <w:webHidden/>
          </w:rPr>
          <w:instrText xml:space="preserve"> PAGEREF _Toc198717595 \h </w:instrText>
        </w:r>
        <w:r>
          <w:rPr>
            <w:noProof/>
            <w:webHidden/>
          </w:rPr>
        </w:r>
        <w:r>
          <w:rPr>
            <w:noProof/>
            <w:webHidden/>
          </w:rPr>
          <w:fldChar w:fldCharType="separate"/>
        </w:r>
        <w:r w:rsidR="00EC798E">
          <w:rPr>
            <w:noProof/>
            <w:webHidden/>
          </w:rPr>
          <w:t>25</w:t>
        </w:r>
        <w:r>
          <w:rPr>
            <w:noProof/>
            <w:webHidden/>
          </w:rPr>
          <w:fldChar w:fldCharType="end"/>
        </w:r>
      </w:hyperlink>
    </w:p>
    <w:p w14:paraId="2FB3A641" w14:textId="55273D47" w:rsidR="004A77EF" w:rsidRDefault="004A77EF">
      <w:pPr>
        <w:pStyle w:val="Obsah1"/>
        <w:rPr>
          <w:rFonts w:eastAsiaTheme="minorEastAsia"/>
          <w:caps w:val="0"/>
          <w:noProof/>
          <w:kern w:val="2"/>
          <w:sz w:val="24"/>
          <w:szCs w:val="24"/>
          <w:lang w:eastAsia="cs-CZ"/>
          <w14:ligatures w14:val="standardContextual"/>
        </w:rPr>
      </w:pPr>
      <w:hyperlink w:anchor="_Toc198717596" w:history="1">
        <w:r w:rsidRPr="00E737AF">
          <w:rPr>
            <w:rStyle w:val="Hypertextovodkaz"/>
          </w:rPr>
          <w:t>15.</w:t>
        </w:r>
        <w:r>
          <w:rPr>
            <w:rFonts w:eastAsiaTheme="minorEastAsia"/>
            <w:caps w:val="0"/>
            <w:noProof/>
            <w:kern w:val="2"/>
            <w:sz w:val="24"/>
            <w:szCs w:val="24"/>
            <w:lang w:eastAsia="cs-CZ"/>
            <w14:ligatures w14:val="standardContextual"/>
          </w:rPr>
          <w:tab/>
        </w:r>
        <w:r w:rsidRPr="00E737AF">
          <w:rPr>
            <w:rStyle w:val="Hypertextovodkaz"/>
          </w:rPr>
          <w:t>OTEVÍRÁNÍ NABÍDEK</w:t>
        </w:r>
        <w:r>
          <w:rPr>
            <w:noProof/>
            <w:webHidden/>
          </w:rPr>
          <w:tab/>
        </w:r>
        <w:r>
          <w:rPr>
            <w:noProof/>
            <w:webHidden/>
          </w:rPr>
          <w:fldChar w:fldCharType="begin"/>
        </w:r>
        <w:r>
          <w:rPr>
            <w:noProof/>
            <w:webHidden/>
          </w:rPr>
          <w:instrText xml:space="preserve"> PAGEREF _Toc198717596 \h </w:instrText>
        </w:r>
        <w:r>
          <w:rPr>
            <w:noProof/>
            <w:webHidden/>
          </w:rPr>
        </w:r>
        <w:r>
          <w:rPr>
            <w:noProof/>
            <w:webHidden/>
          </w:rPr>
          <w:fldChar w:fldCharType="separate"/>
        </w:r>
        <w:r w:rsidR="00EC798E">
          <w:rPr>
            <w:noProof/>
            <w:webHidden/>
          </w:rPr>
          <w:t>26</w:t>
        </w:r>
        <w:r>
          <w:rPr>
            <w:noProof/>
            <w:webHidden/>
          </w:rPr>
          <w:fldChar w:fldCharType="end"/>
        </w:r>
      </w:hyperlink>
    </w:p>
    <w:p w14:paraId="19FDE4EE" w14:textId="48B9C801" w:rsidR="004A77EF" w:rsidRDefault="004A77EF">
      <w:pPr>
        <w:pStyle w:val="Obsah1"/>
        <w:rPr>
          <w:rFonts w:eastAsiaTheme="minorEastAsia"/>
          <w:caps w:val="0"/>
          <w:noProof/>
          <w:kern w:val="2"/>
          <w:sz w:val="24"/>
          <w:szCs w:val="24"/>
          <w:lang w:eastAsia="cs-CZ"/>
          <w14:ligatures w14:val="standardContextual"/>
        </w:rPr>
      </w:pPr>
      <w:hyperlink w:anchor="_Toc198717597" w:history="1">
        <w:r w:rsidRPr="00E737AF">
          <w:rPr>
            <w:rStyle w:val="Hypertextovodkaz"/>
          </w:rPr>
          <w:t>16.</w:t>
        </w:r>
        <w:r>
          <w:rPr>
            <w:rFonts w:eastAsiaTheme="minorEastAsia"/>
            <w:caps w:val="0"/>
            <w:noProof/>
            <w:kern w:val="2"/>
            <w:sz w:val="24"/>
            <w:szCs w:val="24"/>
            <w:lang w:eastAsia="cs-CZ"/>
            <w14:ligatures w14:val="standardContextual"/>
          </w:rPr>
          <w:tab/>
        </w:r>
        <w:r w:rsidRPr="00E737AF">
          <w:rPr>
            <w:rStyle w:val="Hypertextovodkaz"/>
          </w:rPr>
          <w:t>POSOUZENÍ SPLNĚNÍ PODMÍNEK ÚČASTI</w:t>
        </w:r>
        <w:r>
          <w:rPr>
            <w:noProof/>
            <w:webHidden/>
          </w:rPr>
          <w:tab/>
        </w:r>
        <w:r>
          <w:rPr>
            <w:noProof/>
            <w:webHidden/>
          </w:rPr>
          <w:fldChar w:fldCharType="begin"/>
        </w:r>
        <w:r>
          <w:rPr>
            <w:noProof/>
            <w:webHidden/>
          </w:rPr>
          <w:instrText xml:space="preserve"> PAGEREF _Toc198717597 \h </w:instrText>
        </w:r>
        <w:r>
          <w:rPr>
            <w:noProof/>
            <w:webHidden/>
          </w:rPr>
        </w:r>
        <w:r>
          <w:rPr>
            <w:noProof/>
            <w:webHidden/>
          </w:rPr>
          <w:fldChar w:fldCharType="separate"/>
        </w:r>
        <w:r w:rsidR="00EC798E">
          <w:rPr>
            <w:noProof/>
            <w:webHidden/>
          </w:rPr>
          <w:t>26</w:t>
        </w:r>
        <w:r>
          <w:rPr>
            <w:noProof/>
            <w:webHidden/>
          </w:rPr>
          <w:fldChar w:fldCharType="end"/>
        </w:r>
      </w:hyperlink>
    </w:p>
    <w:p w14:paraId="3C4445B8" w14:textId="553CFC9E" w:rsidR="004A77EF" w:rsidRDefault="004A77EF">
      <w:pPr>
        <w:pStyle w:val="Obsah1"/>
        <w:rPr>
          <w:rFonts w:eastAsiaTheme="minorEastAsia"/>
          <w:caps w:val="0"/>
          <w:noProof/>
          <w:kern w:val="2"/>
          <w:sz w:val="24"/>
          <w:szCs w:val="24"/>
          <w:lang w:eastAsia="cs-CZ"/>
          <w14:ligatures w14:val="standardContextual"/>
        </w:rPr>
      </w:pPr>
      <w:hyperlink w:anchor="_Toc198717598" w:history="1">
        <w:r w:rsidRPr="00E737AF">
          <w:rPr>
            <w:rStyle w:val="Hypertextovodkaz"/>
          </w:rPr>
          <w:t>17.</w:t>
        </w:r>
        <w:r>
          <w:rPr>
            <w:rFonts w:eastAsiaTheme="minorEastAsia"/>
            <w:caps w:val="0"/>
            <w:noProof/>
            <w:kern w:val="2"/>
            <w:sz w:val="24"/>
            <w:szCs w:val="24"/>
            <w:lang w:eastAsia="cs-CZ"/>
            <w14:ligatures w14:val="standardContextual"/>
          </w:rPr>
          <w:tab/>
        </w:r>
        <w:r w:rsidRPr="00E737AF">
          <w:rPr>
            <w:rStyle w:val="Hypertextovodkaz"/>
          </w:rPr>
          <w:t>HODNOCENÍ NABÍDEK</w:t>
        </w:r>
        <w:r>
          <w:rPr>
            <w:noProof/>
            <w:webHidden/>
          </w:rPr>
          <w:tab/>
        </w:r>
        <w:r>
          <w:rPr>
            <w:noProof/>
            <w:webHidden/>
          </w:rPr>
          <w:fldChar w:fldCharType="begin"/>
        </w:r>
        <w:r>
          <w:rPr>
            <w:noProof/>
            <w:webHidden/>
          </w:rPr>
          <w:instrText xml:space="preserve"> PAGEREF _Toc198717598 \h </w:instrText>
        </w:r>
        <w:r>
          <w:rPr>
            <w:noProof/>
            <w:webHidden/>
          </w:rPr>
        </w:r>
        <w:r>
          <w:rPr>
            <w:noProof/>
            <w:webHidden/>
          </w:rPr>
          <w:fldChar w:fldCharType="separate"/>
        </w:r>
        <w:r w:rsidR="00EC798E">
          <w:rPr>
            <w:noProof/>
            <w:webHidden/>
          </w:rPr>
          <w:t>26</w:t>
        </w:r>
        <w:r>
          <w:rPr>
            <w:noProof/>
            <w:webHidden/>
          </w:rPr>
          <w:fldChar w:fldCharType="end"/>
        </w:r>
      </w:hyperlink>
    </w:p>
    <w:p w14:paraId="223373B8" w14:textId="5A24DEE6" w:rsidR="004A77EF" w:rsidRDefault="004A77EF">
      <w:pPr>
        <w:pStyle w:val="Obsah1"/>
        <w:rPr>
          <w:rFonts w:eastAsiaTheme="minorEastAsia"/>
          <w:caps w:val="0"/>
          <w:noProof/>
          <w:kern w:val="2"/>
          <w:sz w:val="24"/>
          <w:szCs w:val="24"/>
          <w:lang w:eastAsia="cs-CZ"/>
          <w14:ligatures w14:val="standardContextual"/>
        </w:rPr>
      </w:pPr>
      <w:hyperlink w:anchor="_Toc198717599" w:history="1">
        <w:r w:rsidRPr="00E737AF">
          <w:rPr>
            <w:rStyle w:val="Hypertextovodkaz"/>
          </w:rPr>
          <w:t>18.</w:t>
        </w:r>
        <w:r>
          <w:rPr>
            <w:rFonts w:eastAsiaTheme="minorEastAsia"/>
            <w:caps w:val="0"/>
            <w:noProof/>
            <w:kern w:val="2"/>
            <w:sz w:val="24"/>
            <w:szCs w:val="24"/>
            <w:lang w:eastAsia="cs-CZ"/>
            <w14:ligatures w14:val="standardContextual"/>
          </w:rPr>
          <w:tab/>
        </w:r>
        <w:r w:rsidRPr="00E737AF">
          <w:rPr>
            <w:rStyle w:val="Hypertextovodkaz"/>
          </w:rPr>
          <w:t>ZRUŠENÍ ZADÁVACÍHO ŘÍZENÍ</w:t>
        </w:r>
        <w:r>
          <w:rPr>
            <w:noProof/>
            <w:webHidden/>
          </w:rPr>
          <w:tab/>
        </w:r>
        <w:r>
          <w:rPr>
            <w:noProof/>
            <w:webHidden/>
          </w:rPr>
          <w:fldChar w:fldCharType="begin"/>
        </w:r>
        <w:r>
          <w:rPr>
            <w:noProof/>
            <w:webHidden/>
          </w:rPr>
          <w:instrText xml:space="preserve"> PAGEREF _Toc198717599 \h </w:instrText>
        </w:r>
        <w:r>
          <w:rPr>
            <w:noProof/>
            <w:webHidden/>
          </w:rPr>
        </w:r>
        <w:r>
          <w:rPr>
            <w:noProof/>
            <w:webHidden/>
          </w:rPr>
          <w:fldChar w:fldCharType="separate"/>
        </w:r>
        <w:r w:rsidR="00EC798E">
          <w:rPr>
            <w:noProof/>
            <w:webHidden/>
          </w:rPr>
          <w:t>26</w:t>
        </w:r>
        <w:r>
          <w:rPr>
            <w:noProof/>
            <w:webHidden/>
          </w:rPr>
          <w:fldChar w:fldCharType="end"/>
        </w:r>
      </w:hyperlink>
    </w:p>
    <w:p w14:paraId="2AEB2573" w14:textId="263B408D" w:rsidR="004A77EF" w:rsidRDefault="004A77EF">
      <w:pPr>
        <w:pStyle w:val="Obsah1"/>
        <w:rPr>
          <w:rFonts w:eastAsiaTheme="minorEastAsia"/>
          <w:caps w:val="0"/>
          <w:noProof/>
          <w:kern w:val="2"/>
          <w:sz w:val="24"/>
          <w:szCs w:val="24"/>
          <w:lang w:eastAsia="cs-CZ"/>
          <w14:ligatures w14:val="standardContextual"/>
        </w:rPr>
      </w:pPr>
      <w:hyperlink w:anchor="_Toc198717600" w:history="1">
        <w:r w:rsidRPr="00E737AF">
          <w:rPr>
            <w:rStyle w:val="Hypertextovodkaz"/>
          </w:rPr>
          <w:t>19.</w:t>
        </w:r>
        <w:r>
          <w:rPr>
            <w:rFonts w:eastAsiaTheme="minorEastAsia"/>
            <w:caps w:val="0"/>
            <w:noProof/>
            <w:kern w:val="2"/>
            <w:sz w:val="24"/>
            <w:szCs w:val="24"/>
            <w:lang w:eastAsia="cs-CZ"/>
            <w14:ligatures w14:val="standardContextual"/>
          </w:rPr>
          <w:tab/>
        </w:r>
        <w:r w:rsidRPr="00E737AF">
          <w:rPr>
            <w:rStyle w:val="Hypertextovodkaz"/>
          </w:rPr>
          <w:t>UZAVŘENÍ SMLOUVY</w:t>
        </w:r>
        <w:r>
          <w:rPr>
            <w:noProof/>
            <w:webHidden/>
          </w:rPr>
          <w:tab/>
        </w:r>
        <w:r>
          <w:rPr>
            <w:noProof/>
            <w:webHidden/>
          </w:rPr>
          <w:fldChar w:fldCharType="begin"/>
        </w:r>
        <w:r>
          <w:rPr>
            <w:noProof/>
            <w:webHidden/>
          </w:rPr>
          <w:instrText xml:space="preserve"> PAGEREF _Toc198717600 \h </w:instrText>
        </w:r>
        <w:r>
          <w:rPr>
            <w:noProof/>
            <w:webHidden/>
          </w:rPr>
        </w:r>
        <w:r>
          <w:rPr>
            <w:noProof/>
            <w:webHidden/>
          </w:rPr>
          <w:fldChar w:fldCharType="separate"/>
        </w:r>
        <w:r w:rsidR="00EC798E">
          <w:rPr>
            <w:noProof/>
            <w:webHidden/>
          </w:rPr>
          <w:t>27</w:t>
        </w:r>
        <w:r>
          <w:rPr>
            <w:noProof/>
            <w:webHidden/>
          </w:rPr>
          <w:fldChar w:fldCharType="end"/>
        </w:r>
      </w:hyperlink>
    </w:p>
    <w:p w14:paraId="1A086AD2" w14:textId="7F4461F8" w:rsidR="004A77EF" w:rsidRDefault="004A77EF">
      <w:pPr>
        <w:pStyle w:val="Obsah1"/>
        <w:rPr>
          <w:rFonts w:eastAsiaTheme="minorEastAsia"/>
          <w:caps w:val="0"/>
          <w:noProof/>
          <w:kern w:val="2"/>
          <w:sz w:val="24"/>
          <w:szCs w:val="24"/>
          <w:lang w:eastAsia="cs-CZ"/>
          <w14:ligatures w14:val="standardContextual"/>
        </w:rPr>
      </w:pPr>
      <w:hyperlink w:anchor="_Toc198717601" w:history="1">
        <w:r w:rsidRPr="00E737AF">
          <w:rPr>
            <w:rStyle w:val="Hypertextovodkaz"/>
          </w:rPr>
          <w:t>20.</w:t>
        </w:r>
        <w:r>
          <w:rPr>
            <w:rFonts w:eastAsiaTheme="minorEastAsia"/>
            <w:caps w:val="0"/>
            <w:noProof/>
            <w:kern w:val="2"/>
            <w:sz w:val="24"/>
            <w:szCs w:val="24"/>
            <w:lang w:eastAsia="cs-CZ"/>
            <w14:ligatures w14:val="standardContextual"/>
          </w:rPr>
          <w:tab/>
        </w:r>
        <w:r w:rsidRPr="00E737AF">
          <w:rPr>
            <w:rStyle w:val="Hypertextovodkaz"/>
          </w:rPr>
          <w:t>OCHRANA INFORMACÍ</w:t>
        </w:r>
        <w:r>
          <w:rPr>
            <w:noProof/>
            <w:webHidden/>
          </w:rPr>
          <w:tab/>
        </w:r>
        <w:r>
          <w:rPr>
            <w:noProof/>
            <w:webHidden/>
          </w:rPr>
          <w:fldChar w:fldCharType="begin"/>
        </w:r>
        <w:r>
          <w:rPr>
            <w:noProof/>
            <w:webHidden/>
          </w:rPr>
          <w:instrText xml:space="preserve"> PAGEREF _Toc198717601 \h </w:instrText>
        </w:r>
        <w:r>
          <w:rPr>
            <w:noProof/>
            <w:webHidden/>
          </w:rPr>
        </w:r>
        <w:r>
          <w:rPr>
            <w:noProof/>
            <w:webHidden/>
          </w:rPr>
          <w:fldChar w:fldCharType="separate"/>
        </w:r>
        <w:r w:rsidR="00EC798E">
          <w:rPr>
            <w:noProof/>
            <w:webHidden/>
          </w:rPr>
          <w:t>29</w:t>
        </w:r>
        <w:r>
          <w:rPr>
            <w:noProof/>
            <w:webHidden/>
          </w:rPr>
          <w:fldChar w:fldCharType="end"/>
        </w:r>
      </w:hyperlink>
    </w:p>
    <w:p w14:paraId="4FF6BD0D" w14:textId="382AC5B7" w:rsidR="004A77EF" w:rsidRDefault="004A77EF">
      <w:pPr>
        <w:pStyle w:val="Obsah1"/>
        <w:rPr>
          <w:rFonts w:eastAsiaTheme="minorEastAsia"/>
          <w:caps w:val="0"/>
          <w:noProof/>
          <w:kern w:val="2"/>
          <w:sz w:val="24"/>
          <w:szCs w:val="24"/>
          <w:lang w:eastAsia="cs-CZ"/>
          <w14:ligatures w14:val="standardContextual"/>
        </w:rPr>
      </w:pPr>
      <w:hyperlink w:anchor="_Toc198717602" w:history="1">
        <w:r w:rsidRPr="00E737AF">
          <w:rPr>
            <w:rStyle w:val="Hypertextovodkaz"/>
          </w:rPr>
          <w:t>21.</w:t>
        </w:r>
        <w:r>
          <w:rPr>
            <w:rFonts w:eastAsiaTheme="minorEastAsia"/>
            <w:caps w:val="0"/>
            <w:noProof/>
            <w:kern w:val="2"/>
            <w:sz w:val="24"/>
            <w:szCs w:val="24"/>
            <w:lang w:eastAsia="cs-CZ"/>
            <w14:ligatures w14:val="standardContextual"/>
          </w:rPr>
          <w:tab/>
        </w:r>
        <w:r w:rsidRPr="00E737AF">
          <w:rPr>
            <w:rStyle w:val="Hypertextovodkaz"/>
          </w:rPr>
          <w:t>ZADÁVACÍ LHŮTA A JISTOTA ZA NABÍDKU</w:t>
        </w:r>
        <w:r>
          <w:rPr>
            <w:noProof/>
            <w:webHidden/>
          </w:rPr>
          <w:tab/>
        </w:r>
        <w:r>
          <w:rPr>
            <w:noProof/>
            <w:webHidden/>
          </w:rPr>
          <w:fldChar w:fldCharType="begin"/>
        </w:r>
        <w:r>
          <w:rPr>
            <w:noProof/>
            <w:webHidden/>
          </w:rPr>
          <w:instrText xml:space="preserve"> PAGEREF _Toc198717602 \h </w:instrText>
        </w:r>
        <w:r>
          <w:rPr>
            <w:noProof/>
            <w:webHidden/>
          </w:rPr>
        </w:r>
        <w:r>
          <w:rPr>
            <w:noProof/>
            <w:webHidden/>
          </w:rPr>
          <w:fldChar w:fldCharType="separate"/>
        </w:r>
        <w:r w:rsidR="00EC798E">
          <w:rPr>
            <w:noProof/>
            <w:webHidden/>
          </w:rPr>
          <w:t>30</w:t>
        </w:r>
        <w:r>
          <w:rPr>
            <w:noProof/>
            <w:webHidden/>
          </w:rPr>
          <w:fldChar w:fldCharType="end"/>
        </w:r>
      </w:hyperlink>
    </w:p>
    <w:p w14:paraId="47BF6F7E" w14:textId="1B63739E" w:rsidR="004A77EF" w:rsidRDefault="004A77EF">
      <w:pPr>
        <w:pStyle w:val="Obsah1"/>
        <w:rPr>
          <w:rFonts w:eastAsiaTheme="minorEastAsia"/>
          <w:caps w:val="0"/>
          <w:noProof/>
          <w:kern w:val="2"/>
          <w:sz w:val="24"/>
          <w:szCs w:val="24"/>
          <w:lang w:eastAsia="cs-CZ"/>
          <w14:ligatures w14:val="standardContextual"/>
        </w:rPr>
      </w:pPr>
      <w:hyperlink w:anchor="_Toc198717603" w:history="1">
        <w:r w:rsidRPr="00E737AF">
          <w:rPr>
            <w:rStyle w:val="Hypertextovodkaz"/>
          </w:rPr>
          <w:t>22.</w:t>
        </w:r>
        <w:r>
          <w:rPr>
            <w:rFonts w:eastAsiaTheme="minorEastAsia"/>
            <w:caps w:val="0"/>
            <w:noProof/>
            <w:kern w:val="2"/>
            <w:sz w:val="24"/>
            <w:szCs w:val="24"/>
            <w:lang w:eastAsia="cs-CZ"/>
            <w14:ligatures w14:val="standardContextual"/>
          </w:rPr>
          <w:tab/>
        </w:r>
        <w:r w:rsidRPr="00E737AF">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_Toc198717603 \h </w:instrText>
        </w:r>
        <w:r>
          <w:rPr>
            <w:noProof/>
            <w:webHidden/>
          </w:rPr>
        </w:r>
        <w:r>
          <w:rPr>
            <w:noProof/>
            <w:webHidden/>
          </w:rPr>
          <w:fldChar w:fldCharType="separate"/>
        </w:r>
        <w:r w:rsidR="00EC798E">
          <w:rPr>
            <w:noProof/>
            <w:webHidden/>
          </w:rPr>
          <w:t>30</w:t>
        </w:r>
        <w:r>
          <w:rPr>
            <w:noProof/>
            <w:webHidden/>
          </w:rPr>
          <w:fldChar w:fldCharType="end"/>
        </w:r>
      </w:hyperlink>
    </w:p>
    <w:p w14:paraId="16251176" w14:textId="1B3964AA" w:rsidR="004A77EF" w:rsidRDefault="004A77EF">
      <w:pPr>
        <w:pStyle w:val="Obsah1"/>
        <w:rPr>
          <w:rFonts w:eastAsiaTheme="minorEastAsia"/>
          <w:caps w:val="0"/>
          <w:noProof/>
          <w:kern w:val="2"/>
          <w:sz w:val="24"/>
          <w:szCs w:val="24"/>
          <w:lang w:eastAsia="cs-CZ"/>
          <w14:ligatures w14:val="standardContextual"/>
        </w:rPr>
      </w:pPr>
      <w:hyperlink w:anchor="_Toc198717604" w:history="1">
        <w:r w:rsidRPr="00E737AF">
          <w:rPr>
            <w:rStyle w:val="Hypertextovodkaz"/>
          </w:rPr>
          <w:t>23.</w:t>
        </w:r>
        <w:r>
          <w:rPr>
            <w:rFonts w:eastAsiaTheme="minorEastAsia"/>
            <w:caps w:val="0"/>
            <w:noProof/>
            <w:kern w:val="2"/>
            <w:sz w:val="24"/>
            <w:szCs w:val="24"/>
            <w:lang w:eastAsia="cs-CZ"/>
            <w14:ligatures w14:val="standardContextual"/>
          </w:rPr>
          <w:tab/>
        </w:r>
        <w:r w:rsidRPr="00E737AF">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_Toc198717604 \h </w:instrText>
        </w:r>
        <w:r>
          <w:rPr>
            <w:noProof/>
            <w:webHidden/>
          </w:rPr>
        </w:r>
        <w:r>
          <w:rPr>
            <w:noProof/>
            <w:webHidden/>
          </w:rPr>
          <w:fldChar w:fldCharType="separate"/>
        </w:r>
        <w:r w:rsidR="00EC798E">
          <w:rPr>
            <w:noProof/>
            <w:webHidden/>
          </w:rPr>
          <w:t>31</w:t>
        </w:r>
        <w:r>
          <w:rPr>
            <w:noProof/>
            <w:webHidden/>
          </w:rPr>
          <w:fldChar w:fldCharType="end"/>
        </w:r>
      </w:hyperlink>
    </w:p>
    <w:p w14:paraId="271BA9CB" w14:textId="010C43DD" w:rsidR="004A77EF" w:rsidRDefault="004A77EF">
      <w:pPr>
        <w:pStyle w:val="Obsah1"/>
        <w:rPr>
          <w:rFonts w:eastAsiaTheme="minorEastAsia"/>
          <w:caps w:val="0"/>
          <w:noProof/>
          <w:kern w:val="2"/>
          <w:sz w:val="24"/>
          <w:szCs w:val="24"/>
          <w:lang w:eastAsia="cs-CZ"/>
          <w14:ligatures w14:val="standardContextual"/>
        </w:rPr>
      </w:pPr>
      <w:hyperlink w:anchor="_Toc198717605" w:history="1">
        <w:r w:rsidRPr="00E737AF">
          <w:rPr>
            <w:rStyle w:val="Hypertextovodkaz"/>
          </w:rPr>
          <w:t>24.</w:t>
        </w:r>
        <w:r>
          <w:rPr>
            <w:rFonts w:eastAsiaTheme="minorEastAsia"/>
            <w:caps w:val="0"/>
            <w:noProof/>
            <w:kern w:val="2"/>
            <w:sz w:val="24"/>
            <w:szCs w:val="24"/>
            <w:lang w:eastAsia="cs-CZ"/>
            <w14:ligatures w14:val="standardContextual"/>
          </w:rPr>
          <w:tab/>
        </w:r>
        <w:r w:rsidRPr="00E737AF">
          <w:rPr>
            <w:rStyle w:val="Hypertextovodkaz"/>
          </w:rPr>
          <w:t>PŘÍLOHY TĚCHTO POKYNŮ</w:t>
        </w:r>
        <w:r>
          <w:rPr>
            <w:noProof/>
            <w:webHidden/>
          </w:rPr>
          <w:tab/>
        </w:r>
        <w:r>
          <w:rPr>
            <w:noProof/>
            <w:webHidden/>
          </w:rPr>
          <w:fldChar w:fldCharType="begin"/>
        </w:r>
        <w:r>
          <w:rPr>
            <w:noProof/>
            <w:webHidden/>
          </w:rPr>
          <w:instrText xml:space="preserve"> PAGEREF _Toc198717605 \h </w:instrText>
        </w:r>
        <w:r>
          <w:rPr>
            <w:noProof/>
            <w:webHidden/>
          </w:rPr>
        </w:r>
        <w:r>
          <w:rPr>
            <w:noProof/>
            <w:webHidden/>
          </w:rPr>
          <w:fldChar w:fldCharType="separate"/>
        </w:r>
        <w:r w:rsidR="00EC798E">
          <w:rPr>
            <w:noProof/>
            <w:webHidden/>
          </w:rPr>
          <w:t>32</w:t>
        </w:r>
        <w:r>
          <w:rPr>
            <w:noProof/>
            <w:webHidden/>
          </w:rPr>
          <w:fldChar w:fldCharType="end"/>
        </w:r>
      </w:hyperlink>
    </w:p>
    <w:p w14:paraId="0E7F91FD" w14:textId="6B4DA6FC"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98717582"/>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516C27B1" w:rsidR="0035531B" w:rsidRDefault="0035531B" w:rsidP="0035531B">
      <w:pPr>
        <w:pStyle w:val="Text1-1"/>
      </w:pPr>
      <w:r>
        <w:t>Veřejná zakázka na stavební práce je zadávána</w:t>
      </w:r>
      <w:r w:rsidR="00092CC9">
        <w:t xml:space="preserve"> </w:t>
      </w:r>
      <w:r w:rsidR="00122C44">
        <w:t xml:space="preserve">jako nadlimitní </w:t>
      </w:r>
      <w:r w:rsidR="00092CC9">
        <w:t>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98717583"/>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lastRenderedPageBreak/>
        <w:t>DIČ: CZ70994234</w:t>
      </w:r>
    </w:p>
    <w:p w14:paraId="7FCEBC66" w14:textId="77777777" w:rsidR="0035531B" w:rsidRDefault="0035531B" w:rsidP="0035531B">
      <w:pPr>
        <w:pStyle w:val="Textbezslovn"/>
        <w:spacing w:after="0"/>
      </w:pPr>
      <w:r>
        <w:t xml:space="preserve">Identifikátor datové schránky: </w:t>
      </w:r>
      <w:proofErr w:type="spellStart"/>
      <w:r>
        <w:t>uccchjm</w:t>
      </w:r>
      <w:proofErr w:type="spellEnd"/>
    </w:p>
    <w:p w14:paraId="63A769DD" w14:textId="701F09F6" w:rsidR="0035531B" w:rsidRDefault="0035531B" w:rsidP="008B253F">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6" w:name="_Toc198717584"/>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5FBECAA6" w:rsidR="0035531B" w:rsidRDefault="0035531B" w:rsidP="0035531B">
      <w:pPr>
        <w:pStyle w:val="Text1-1"/>
      </w:pPr>
      <w:r>
        <w:t xml:space="preserve">Kontaktní osobou zadavatele pro zadávací řízení je: </w:t>
      </w:r>
      <w:r w:rsidR="008B253F" w:rsidRPr="008B253F">
        <w:t>Veronika Fučíková</w:t>
      </w:r>
    </w:p>
    <w:p w14:paraId="10065B85" w14:textId="26E9E1D8" w:rsidR="008C5D31" w:rsidRDefault="0035531B" w:rsidP="008C5D31">
      <w:pPr>
        <w:pStyle w:val="Textbezslovn"/>
        <w:spacing w:after="0"/>
      </w:pPr>
      <w:r>
        <w:t xml:space="preserve">telefon: </w:t>
      </w:r>
      <w:r>
        <w:tab/>
      </w:r>
      <w:r w:rsidR="008C5D31">
        <w:t>+420 702 238 237</w:t>
      </w:r>
    </w:p>
    <w:p w14:paraId="5EF1B729" w14:textId="77777777" w:rsidR="008C5D31" w:rsidRDefault="008C5D31" w:rsidP="008C5D31">
      <w:pPr>
        <w:pStyle w:val="Textbezslovn"/>
        <w:spacing w:after="0"/>
      </w:pPr>
      <w:r>
        <w:t xml:space="preserve">e-mail: </w:t>
      </w:r>
      <w:r>
        <w:tab/>
        <w:t>fucikova@spravazeleznic.cz</w:t>
      </w:r>
    </w:p>
    <w:p w14:paraId="7A0C826C" w14:textId="77777777" w:rsidR="008C5D31" w:rsidRDefault="008C5D31" w:rsidP="008C5D31">
      <w:pPr>
        <w:pStyle w:val="Textbezslovn"/>
        <w:spacing w:after="0"/>
      </w:pPr>
      <w:r>
        <w:t xml:space="preserve">adresa: </w:t>
      </w:r>
      <w:r>
        <w:tab/>
        <w:t>Správa železnic, státní organizace</w:t>
      </w:r>
    </w:p>
    <w:p w14:paraId="4CF463F7" w14:textId="77777777" w:rsidR="008C5D31" w:rsidRDefault="008C5D31" w:rsidP="008C5D31">
      <w:pPr>
        <w:pStyle w:val="Textbezslovn"/>
        <w:spacing w:after="0"/>
      </w:pPr>
      <w:r>
        <w:tab/>
      </w:r>
      <w:r>
        <w:tab/>
        <w:t>Stavební správa západ</w:t>
      </w:r>
    </w:p>
    <w:p w14:paraId="56ABE8F3" w14:textId="77777777" w:rsidR="008C5D31" w:rsidRDefault="008C5D31" w:rsidP="008C5D31">
      <w:pPr>
        <w:pStyle w:val="Textbezslovn"/>
        <w:spacing w:after="0"/>
        <w:ind w:left="1446" w:firstLine="681"/>
      </w:pPr>
      <w:r>
        <w:t xml:space="preserve">Budova </w:t>
      </w:r>
      <w:proofErr w:type="spellStart"/>
      <w:r>
        <w:t>Diamond</w:t>
      </w:r>
      <w:proofErr w:type="spellEnd"/>
      <w:r>
        <w:t xml:space="preserve"> Point</w:t>
      </w:r>
    </w:p>
    <w:p w14:paraId="4286915B" w14:textId="7C60C170" w:rsidR="0035531B" w:rsidRDefault="008C5D31" w:rsidP="008C5D31">
      <w:pPr>
        <w:pStyle w:val="Textbezslovn"/>
        <w:spacing w:after="0"/>
        <w:ind w:left="1446" w:firstLine="681"/>
      </w:pPr>
      <w:r>
        <w:t>Ke Štvanici 656/3, 186 00 Praha 8 – Karlín</w:t>
      </w:r>
    </w:p>
    <w:p w14:paraId="3F8325C7" w14:textId="2D52E120" w:rsidR="0035531B" w:rsidRDefault="0035531B" w:rsidP="0035531B">
      <w:pPr>
        <w:pStyle w:val="Nadpis1-1"/>
      </w:pPr>
      <w:bookmarkStart w:id="7" w:name="_Toc198717585"/>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1CC379B7" w:rsidR="0035531B" w:rsidRPr="00354D97" w:rsidRDefault="00354D97" w:rsidP="00354D97">
      <w:pPr>
        <w:pStyle w:val="Textbezslovn"/>
      </w:pPr>
      <w:r w:rsidRPr="00354D97">
        <w:t xml:space="preserve">Cílem Díla je odstranění technicky a morálně zastaralého traťového zabezpečovacího zařízení typu hradlový </w:t>
      </w:r>
      <w:proofErr w:type="spellStart"/>
      <w:r w:rsidRPr="00354D97">
        <w:t>polouatomatický</w:t>
      </w:r>
      <w:proofErr w:type="spellEnd"/>
      <w:r w:rsidRPr="00354D97">
        <w:t xml:space="preserve"> blok s hradly na trati a nahrazení novým TZZ a SZZ.</w:t>
      </w:r>
    </w:p>
    <w:p w14:paraId="27A581F1" w14:textId="77777777" w:rsidR="0035531B" w:rsidRDefault="0035531B" w:rsidP="0035531B">
      <w:pPr>
        <w:pStyle w:val="Text1-1"/>
      </w:pPr>
      <w:r>
        <w:t>Předmět plnění veřejné zakázky</w:t>
      </w:r>
    </w:p>
    <w:p w14:paraId="0B54DC7F" w14:textId="2A633FE2" w:rsidR="0025754E" w:rsidRPr="00155C81" w:rsidRDefault="0025754E" w:rsidP="0025754E">
      <w:pPr>
        <w:pStyle w:val="Textbezslovn"/>
      </w:pPr>
      <w:r w:rsidRPr="00155C81">
        <w:t>Předmětem Díla „</w:t>
      </w:r>
      <w:r w:rsidRPr="00155C81">
        <w:rPr>
          <w:b/>
        </w:rPr>
        <w:t xml:space="preserve">Optimalizace trati </w:t>
      </w:r>
      <w:proofErr w:type="spellStart"/>
      <w:r w:rsidRPr="00155C81">
        <w:rPr>
          <w:b/>
        </w:rPr>
        <w:t>Odb</w:t>
      </w:r>
      <w:proofErr w:type="spellEnd"/>
      <w:r w:rsidRPr="00155C81">
        <w:rPr>
          <w:b/>
        </w:rPr>
        <w:t>. Berounka (včetně) – Karlštejn (včetně), 1.etapa: Úprava TZZ v úseku Radotín – Dobřichovice</w:t>
      </w:r>
      <w:r w:rsidRPr="00155C81">
        <w:t>“ je:</w:t>
      </w:r>
    </w:p>
    <w:p w14:paraId="519BBA6B" w14:textId="77777777" w:rsidR="0025754E" w:rsidRPr="00155C81" w:rsidRDefault="0025754E" w:rsidP="0025754E">
      <w:pPr>
        <w:pStyle w:val="Textbezslovn"/>
        <w:numPr>
          <w:ilvl w:val="0"/>
          <w:numId w:val="32"/>
        </w:numPr>
        <w:rPr>
          <w:b/>
        </w:rPr>
      </w:pPr>
      <w:r w:rsidRPr="00155C81" w:rsidDel="00FB05B2">
        <w:rPr>
          <w:b/>
        </w:rPr>
        <w:t>Zhotovení Projektové</w:t>
      </w:r>
      <w:r w:rsidRPr="00155C81" w:rsidDel="00FB05B2">
        <w:t xml:space="preserve"> </w:t>
      </w:r>
      <w:r w:rsidRPr="00155C81" w:rsidDel="00FB05B2">
        <w:rPr>
          <w:b/>
        </w:rPr>
        <w:t xml:space="preserve">dokumentace pro </w:t>
      </w:r>
      <w:r w:rsidRPr="00155C81">
        <w:rPr>
          <w:b/>
        </w:rPr>
        <w:t>povolení stavby dopravní infrastruktury (DPS)</w:t>
      </w:r>
      <w:r w:rsidRPr="00155C81" w:rsidDel="00FB05B2">
        <w:rPr>
          <w:b/>
        </w:rPr>
        <w:t>,</w:t>
      </w:r>
      <w:r w:rsidRPr="00155C81">
        <w:t xml:space="preserve"> </w:t>
      </w:r>
      <w:r w:rsidRPr="00155C81" w:rsidDel="00FB05B2">
        <w:t>která specifikuje předmět Díla v takovém rozsahu, aby ji bylo možno projednat v</w:t>
      </w:r>
      <w:r w:rsidRPr="00155C81">
        <w:t> </w:t>
      </w:r>
      <w:r w:rsidRPr="00155C81" w:rsidDel="00FB05B2">
        <w:t>řízení</w:t>
      </w:r>
      <w:r w:rsidRPr="00155C81">
        <w:t xml:space="preserve"> o povolení záměru</w:t>
      </w:r>
      <w:r w:rsidRPr="00155C81" w:rsidDel="00FB05B2">
        <w:t xml:space="preserve">, získat pravomocné </w:t>
      </w:r>
      <w:r w:rsidRPr="00155C81">
        <w:t>povolení záměru (povolení stavby) dle zákona č. 283/2021 Sb., stavební zákon, (dále jen „stavební zákon“),</w:t>
      </w:r>
      <w:r w:rsidRPr="00155C81">
        <w:rPr>
          <w:b/>
        </w:rPr>
        <w:t xml:space="preserve"> </w:t>
      </w:r>
      <w:r w:rsidRPr="00155C81" w:rsidDel="00FB05B2">
        <w:t xml:space="preserve">včetně </w:t>
      </w:r>
      <w:r w:rsidRPr="00155C81">
        <w:t>Stanoviska oznámeného subjektu ve fázi vydání povolení záměru</w:t>
      </w:r>
      <w:r w:rsidRPr="00155C81" w:rsidDel="00FB05B2">
        <w:t xml:space="preserve"> a manuálu údržby.</w:t>
      </w:r>
    </w:p>
    <w:p w14:paraId="5E4B833F" w14:textId="77777777" w:rsidR="0025754E" w:rsidRPr="00155C81" w:rsidRDefault="0025754E" w:rsidP="0025754E">
      <w:pPr>
        <w:pStyle w:val="Textbezslovn"/>
        <w:numPr>
          <w:ilvl w:val="0"/>
          <w:numId w:val="32"/>
        </w:numPr>
      </w:pPr>
      <w:r w:rsidRPr="00155C81">
        <w:rPr>
          <w:b/>
        </w:rPr>
        <w:t>Zpracování a podání žádosti o</w:t>
      </w:r>
      <w:r w:rsidRPr="00155C81">
        <w:t xml:space="preserve"> </w:t>
      </w:r>
      <w:r w:rsidRPr="00155C81">
        <w:rPr>
          <w:b/>
        </w:rPr>
        <w:t>vydání povolení záměru</w:t>
      </w:r>
      <w:r w:rsidRPr="00155C81">
        <w:t xml:space="preserve"> podle stavebního zákona, včetně všech vyžadovaných podkladů, jejímž výsledkem bude vydání povolení záměru. </w:t>
      </w:r>
    </w:p>
    <w:p w14:paraId="11F6E2B4" w14:textId="77777777" w:rsidR="0025754E" w:rsidRPr="00155C81" w:rsidDel="00FB05B2" w:rsidRDefault="0025754E" w:rsidP="0025754E">
      <w:pPr>
        <w:pStyle w:val="Textbezslovn"/>
        <w:numPr>
          <w:ilvl w:val="0"/>
          <w:numId w:val="32"/>
        </w:numPr>
      </w:pPr>
      <w:bookmarkStart w:id="8" w:name="_Ref173832565"/>
      <w:r w:rsidRPr="00155C81" w:rsidDel="00FB05B2">
        <w:rPr>
          <w:b/>
        </w:rPr>
        <w:t>Zhotovení Projektové dokumentace pro provádění stavby</w:t>
      </w:r>
      <w:r w:rsidRPr="00155C81">
        <w:rPr>
          <w:b/>
        </w:rPr>
        <w:t xml:space="preserve"> dráhy (PDPS)</w:t>
      </w:r>
      <w:r w:rsidRPr="00155C81" w:rsidDel="00FB05B2">
        <w:t xml:space="preserve">, která rozpracuje a vymezí požadavky na stavbu do podrobností, které specifikují předmět Díla </w:t>
      </w:r>
      <w:r w:rsidRPr="00155C81">
        <w:t>se zohledněním konkrétních výrobků, dodávaných technologií, technologických postupů a výrobních podmínek Zhotovitele stavby, včetně posouzení shody nebo vhodnosti pro použití prvku interoperability či ES prohlášení o ověření subsystému oznámeným subjektem.</w:t>
      </w:r>
      <w:bookmarkEnd w:id="8"/>
    </w:p>
    <w:p w14:paraId="4763CC90" w14:textId="77777777" w:rsidR="0025754E" w:rsidRPr="00155C81" w:rsidRDefault="0025754E" w:rsidP="0025754E">
      <w:pPr>
        <w:pStyle w:val="Textbezslovn"/>
        <w:numPr>
          <w:ilvl w:val="0"/>
          <w:numId w:val="32"/>
        </w:numPr>
      </w:pPr>
      <w:r w:rsidRPr="00155C81">
        <w:rPr>
          <w:b/>
        </w:rPr>
        <w:lastRenderedPageBreak/>
        <w:t xml:space="preserve">Výkon Dozoru projektanta </w:t>
      </w:r>
      <w:r w:rsidRPr="00155C81">
        <w:t>při zhotovení PDPS a</w:t>
      </w:r>
      <w:r w:rsidRPr="00155C81">
        <w:rPr>
          <w:b/>
        </w:rPr>
        <w:t xml:space="preserve"> </w:t>
      </w:r>
      <w:r w:rsidRPr="00155C81">
        <w:t>při provádění stavby.</w:t>
      </w:r>
      <w:r w:rsidRPr="00155C81">
        <w:rPr>
          <w:b/>
        </w:rPr>
        <w:t xml:space="preserve"> </w:t>
      </w:r>
    </w:p>
    <w:p w14:paraId="5AAB7A7D" w14:textId="77777777" w:rsidR="0025754E" w:rsidRPr="00155C81" w:rsidRDefault="0025754E" w:rsidP="0025754E">
      <w:pPr>
        <w:pStyle w:val="Textbezslovn"/>
        <w:numPr>
          <w:ilvl w:val="0"/>
          <w:numId w:val="32"/>
        </w:numPr>
      </w:pPr>
      <w:r w:rsidRPr="00155C81">
        <w:rPr>
          <w:b/>
        </w:rPr>
        <w:t xml:space="preserve">Zhotovení stavby </w:t>
      </w:r>
      <w:r w:rsidRPr="00155C81">
        <w:t>dle schválené Projektové dokumentace a pravomocného povolení záměru (povolení stavby).</w:t>
      </w:r>
    </w:p>
    <w:p w14:paraId="48BCACD6" w14:textId="7F8706DE" w:rsidR="0035531B" w:rsidRDefault="00EF7EA5" w:rsidP="0025754E">
      <w:pPr>
        <w:pStyle w:val="Textbezslovn"/>
      </w:pPr>
      <w:r>
        <w:t>Bližší specifikace předmětu plnění veřejné zakázky je upravena v dalších částech zadávací dokumentace.</w:t>
      </w:r>
    </w:p>
    <w:p w14:paraId="093F5B26" w14:textId="77777777" w:rsidR="0035531B" w:rsidRPr="00723B45" w:rsidRDefault="0035531B" w:rsidP="0035531B">
      <w:pPr>
        <w:pStyle w:val="Text1-1"/>
      </w:pPr>
      <w:r w:rsidRPr="00723B45">
        <w:t>Klasifikace předmětu veřejné zakázky</w:t>
      </w:r>
    </w:p>
    <w:p w14:paraId="5E986644" w14:textId="77777777" w:rsidR="00EF7EA5" w:rsidRPr="00723B45" w:rsidRDefault="00EF7EA5" w:rsidP="00EF7EA5">
      <w:pPr>
        <w:pStyle w:val="Text1-1"/>
        <w:numPr>
          <w:ilvl w:val="0"/>
          <w:numId w:val="0"/>
        </w:numPr>
        <w:spacing w:after="0"/>
        <w:ind w:left="737"/>
      </w:pPr>
      <w:r w:rsidRPr="00723B45">
        <w:t>CPV kód 45234110-0 Výstavba meziměstských železničních drah</w:t>
      </w:r>
    </w:p>
    <w:p w14:paraId="17983804" w14:textId="77777777" w:rsidR="00F34447" w:rsidRPr="00723B45" w:rsidRDefault="00F34447" w:rsidP="00EF7EA5">
      <w:pPr>
        <w:pStyle w:val="Text1-1"/>
        <w:numPr>
          <w:ilvl w:val="0"/>
          <w:numId w:val="0"/>
        </w:numPr>
        <w:spacing w:after="0"/>
        <w:ind w:left="737"/>
      </w:pPr>
      <w:r w:rsidRPr="00723B45">
        <w:t>CPV kód 71320000-7 Technické projektování</w:t>
      </w:r>
    </w:p>
    <w:p w14:paraId="18992B18" w14:textId="77777777" w:rsidR="00EF7EA5" w:rsidRPr="00723B45" w:rsidRDefault="00EF7EA5" w:rsidP="00723B45">
      <w:pPr>
        <w:pStyle w:val="Text1-1"/>
        <w:numPr>
          <w:ilvl w:val="0"/>
          <w:numId w:val="0"/>
        </w:numPr>
        <w:ind w:left="737"/>
      </w:pPr>
      <w:r w:rsidRPr="00723B45">
        <w:t>CPV kód 45234115-5 Železniční signalizace</w:t>
      </w: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9" w:name="_Toc198717586"/>
      <w:r>
        <w:t>ZDROJE FINANCOVÁNÍ</w:t>
      </w:r>
      <w:r w:rsidR="00845C50">
        <w:t xml:space="preserve"> a </w:t>
      </w:r>
      <w:r>
        <w:t>PŘEDPOKLÁDANÁ HODNOTA VEŘEJNÉ ZAKÁZKY</w:t>
      </w:r>
      <w:bookmarkEnd w:id="9"/>
    </w:p>
    <w:p w14:paraId="7AD8EB9B" w14:textId="3281050F" w:rsidR="00002451" w:rsidRDefault="00002451" w:rsidP="0035531B">
      <w:pPr>
        <w:pStyle w:val="Text1-1"/>
      </w:pPr>
      <w:r>
        <w:t>U této zakázky se předpokládá, že bude financována z prostředků Státního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6709101E" w14:textId="1AAD49E2" w:rsidR="0035531B" w:rsidRDefault="0035531B" w:rsidP="0035531B">
      <w:pPr>
        <w:pStyle w:val="Text1-1"/>
      </w:pPr>
      <w:r>
        <w:t xml:space="preserve">Předpokládaná hodnota veřejné </w:t>
      </w:r>
      <w:r w:rsidRPr="009914F9">
        <w:t xml:space="preserve">zakázky činí </w:t>
      </w:r>
      <w:r w:rsidR="009914F9" w:rsidRPr="009914F9">
        <w:rPr>
          <w:b/>
        </w:rPr>
        <w:t>87 284 160</w:t>
      </w:r>
      <w:r w:rsidR="009914F9">
        <w:t>,-</w:t>
      </w:r>
      <w:r>
        <w:t xml:space="preserve"> </w:t>
      </w:r>
      <w:r w:rsidRPr="00EE53CB">
        <w:rPr>
          <w:b/>
        </w:rPr>
        <w:t>Kč</w:t>
      </w:r>
      <w:r>
        <w:t xml:space="preserve"> (bez DPH).</w:t>
      </w:r>
    </w:p>
    <w:p w14:paraId="61BC3A92" w14:textId="77777777" w:rsidR="0035531B" w:rsidRDefault="0035531B" w:rsidP="006F6B09">
      <w:pPr>
        <w:pStyle w:val="Nadpis1-1"/>
      </w:pPr>
      <w:bookmarkStart w:id="10" w:name="_Toc198717587"/>
      <w:r>
        <w:t>OBSAH ZADÁVACÍ DOKUMENTACE</w:t>
      </w:r>
      <w:bookmarkEnd w:id="10"/>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3C46DCF0"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hyperlink r:id="rId13" w:history="1">
        <w:r w:rsidR="003E3AD2" w:rsidRPr="003E3AD2">
          <w:rPr>
            <w:rStyle w:val="Hypertextovodkaz"/>
            <w:noProof w:val="0"/>
          </w:rPr>
          <w:t>https://sfdi.gov.cz/pravidla-a-metodiky/metodiky-schvalovane-sfdi</w:t>
        </w:r>
      </w:hyperlink>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lastRenderedPageBreak/>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382FEC6C" w:rsidR="006461FA" w:rsidRDefault="006461FA" w:rsidP="00CF7DA9">
      <w:pPr>
        <w:pStyle w:val="Textbezslovn"/>
        <w:tabs>
          <w:tab w:val="left" w:pos="1701"/>
        </w:tabs>
        <w:ind w:left="1701" w:hanging="964"/>
      </w:pPr>
      <w:r>
        <w:tab/>
      </w:r>
      <w:r w:rsidR="003E3AD2" w:rsidRPr="003E3AD2">
        <w:t>Metodika pro akceleraci, verze II – 06/2024, schváleno Centrální komisí Ministerstva dopravy dne 17. 6. 2024</w:t>
      </w:r>
    </w:p>
    <w:p w14:paraId="0521266D" w14:textId="53302EB9"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7B5DFF" w:rsidRPr="007B5DFF">
        <w:rPr>
          <w:rStyle w:val="Tun9b"/>
        </w:rPr>
        <w:t>ZJEDNODUŠENÁ DOKUMENTACE VE STÁDIU 2</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43D5C2B4" w:rsidR="0035531B" w:rsidRPr="00177A1C" w:rsidRDefault="0035531B" w:rsidP="00845C50">
      <w:pPr>
        <w:pStyle w:val="Textbezslovn"/>
        <w:tabs>
          <w:tab w:val="left" w:pos="1701"/>
        </w:tabs>
        <w:spacing w:after="0"/>
        <w:ind w:left="1701" w:hanging="964"/>
      </w:pPr>
      <w:r w:rsidRPr="00177A1C">
        <w:t xml:space="preserve">Část </w:t>
      </w:r>
      <w:r w:rsidR="00D90464">
        <w:t>1</w:t>
      </w:r>
      <w:r w:rsidRPr="00177A1C">
        <w:tab/>
        <w:t>Rekapitulace ceny</w:t>
      </w:r>
    </w:p>
    <w:p w14:paraId="0336E4E4" w14:textId="3153949A" w:rsidR="00EE53CB" w:rsidRPr="00177A1C" w:rsidRDefault="0035531B" w:rsidP="00EE53CB">
      <w:pPr>
        <w:pStyle w:val="Textbezslovn"/>
        <w:tabs>
          <w:tab w:val="left" w:pos="1701"/>
        </w:tabs>
        <w:spacing w:after="0"/>
        <w:ind w:left="1701" w:hanging="964"/>
      </w:pPr>
      <w:r w:rsidRPr="00177A1C">
        <w:t xml:space="preserve">Část </w:t>
      </w:r>
      <w:r w:rsidR="00D90464">
        <w:t>2</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5" w:history="1">
        <w:r w:rsidR="00626019">
          <w:rPr>
            <w:rStyle w:val="Hypertextovodkaz"/>
          </w:rPr>
          <w:t>https://vvz.nipez.cz/</w:t>
        </w:r>
      </w:hyperlink>
      <w:hyperlink r:id="rId16"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56046A5B" w:rsidR="0035531B" w:rsidRDefault="00EE53CB" w:rsidP="00EE53CB">
      <w:pPr>
        <w:pStyle w:val="Text1-1"/>
      </w:pPr>
      <w:r w:rsidRPr="00EE53CB">
        <w:t xml:space="preserve">Dodavatelé jsou zcela odpovědni za dostatečně pečlivé prostudování zadávací dokumentace této veřejné zakázky, včetně </w:t>
      </w:r>
      <w:r w:rsidR="00573482" w:rsidRPr="00573482">
        <w:t>zjednodušené dokumentace ve stádiu 2</w:t>
      </w:r>
      <w:r w:rsidRPr="00EE53CB">
        <w:t xml:space="preserve">, která je její součástí, jakýchkoliv vysvětlení zadávací dokumentace nebo jejích změn a doplnění </w:t>
      </w:r>
      <w:r w:rsidR="00A740F0" w:rsidRPr="00A740F0">
        <w:t>uveřejněných</w:t>
      </w:r>
      <w:r w:rsidRPr="00EE53CB">
        <w:t xml:space="preserve"> 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1" w:name="_Toc198717588"/>
      <w:r>
        <w:t>VYSVĚTLENÍ, ZMĚNY</w:t>
      </w:r>
      <w:r w:rsidR="00845C50">
        <w:t xml:space="preserve"> a </w:t>
      </w:r>
      <w:r>
        <w:t>DOPLNĚNÍ ZADÁVACÍ DOKUMENTACE</w:t>
      </w:r>
      <w:bookmarkEnd w:id="11"/>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w:t>
      </w:r>
      <w:r>
        <w:lastRenderedPageBreak/>
        <w:t>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198717589"/>
      <w:r>
        <w:t>POŽADAVKY ZADAVATELE NA KVALIFIKACI</w:t>
      </w:r>
      <w:bookmarkEnd w:id="12"/>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57246B72" w:rsidR="0035531B" w:rsidRDefault="0035531B" w:rsidP="00CC4380">
      <w:pPr>
        <w:pStyle w:val="Odrka1-2-"/>
      </w:pPr>
      <w:r>
        <w:t>výpisu</w:t>
      </w:r>
      <w:r w:rsidR="0060115D">
        <w:t xml:space="preserve"> z</w:t>
      </w:r>
      <w:r w:rsidR="00DC37A6">
        <w:t xml:space="preserve"> rejstříku</w:t>
      </w:r>
      <w:r>
        <w:t xml:space="preserve">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00F85E5B" w:rsidR="0035531B" w:rsidRPr="00251F31" w:rsidRDefault="00264132" w:rsidP="00A31866">
      <w:pPr>
        <w:pStyle w:val="Odrka1-2-"/>
        <w:spacing w:after="0"/>
      </w:pPr>
      <w:r w:rsidRPr="00251F31">
        <w:t>Projektovou činnost ve výstavbě</w:t>
      </w:r>
    </w:p>
    <w:p w14:paraId="5166E8DD" w14:textId="6D40F326" w:rsidR="00180482" w:rsidRPr="00251F31" w:rsidRDefault="0035531B" w:rsidP="00251F31">
      <w:pPr>
        <w:pStyle w:val="Odrka1-2-"/>
        <w:spacing w:after="120"/>
      </w:pPr>
      <w:r w:rsidRPr="00251F31">
        <w:t>Revize, prohlídky</w:t>
      </w:r>
      <w:r w:rsidR="00845C50" w:rsidRPr="00251F31">
        <w:t xml:space="preserve"> a </w:t>
      </w:r>
      <w:r w:rsidRPr="00251F31">
        <w:t>zkoušky určených technických zařízení</w:t>
      </w:r>
      <w:r w:rsidR="00092CC9" w:rsidRPr="00251F31">
        <w:t xml:space="preserve"> v </w:t>
      </w:r>
      <w:r w:rsidR="00264132" w:rsidRPr="00251F31">
        <w:t>provozu</w:t>
      </w: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7987390" w14:textId="77777777" w:rsidR="00E65C98" w:rsidRPr="007F7DB4" w:rsidRDefault="00E65C98" w:rsidP="00E65C98">
      <w:pPr>
        <w:pStyle w:val="Odrka1-1"/>
        <w:numPr>
          <w:ilvl w:val="0"/>
          <w:numId w:val="0"/>
        </w:numPr>
        <w:ind w:left="1190" w:firstLine="341"/>
      </w:pPr>
      <w:r w:rsidRPr="007F7DB4">
        <w:rPr>
          <w:b/>
        </w:rPr>
        <w:t xml:space="preserve">e) </w:t>
      </w:r>
      <w:r w:rsidRPr="007F7DB4">
        <w:t>technologická zařízení staveb</w:t>
      </w:r>
    </w:p>
    <w:p w14:paraId="4E962710" w14:textId="5E24B4E2"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1E356C9A" w14:textId="140D8FDD" w:rsidR="0035531B" w:rsidRDefault="00FB13B8" w:rsidP="00C3744F">
      <w:pPr>
        <w:pStyle w:val="Odrka1-1"/>
        <w:numPr>
          <w:ilvl w:val="0"/>
          <w:numId w:val="0"/>
        </w:numPr>
        <w:ind w:left="1077"/>
      </w:pPr>
      <w:r>
        <w:t>NEOBSAZENO</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4726A570" w:rsidR="002B66F2" w:rsidRDefault="002B66F2" w:rsidP="002B66F2">
      <w:pPr>
        <w:pStyle w:val="Odrka1-1"/>
      </w:pPr>
      <w:r>
        <w:t>Zadavatel požaduje předložení seznamu významných ukončených služeb obdobného charakteru poskytnutých dodavatelem v posledníc</w:t>
      </w:r>
      <w:r w:rsidRPr="001C3E94">
        <w:t xml:space="preserve">h </w:t>
      </w:r>
      <w:r w:rsidR="0038050F" w:rsidRPr="001C3E94">
        <w:t>5</w:t>
      </w:r>
      <w:r>
        <w:t xml:space="preserve"> letech před zahájením zadávacího řízení. Za významné služby obdobného charakteru se pokládají </w:t>
      </w:r>
      <w:r>
        <w:lastRenderedPageBreak/>
        <w:t>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FE0BAB">
        <w:t xml:space="preserve"> </w:t>
      </w:r>
      <w:r w:rsidR="00F86CE6">
        <w:t>nebo ve stupni projektové dokumentace pro povolení stavby (dále jen „DPS“) nebo ve stupních projektové dokumentace pro povolení stavby a projektové dokumentace pro provádění stavby (dále jen „DPS+PDPS“)</w:t>
      </w:r>
      <w:r w:rsidR="00603F54">
        <w:t xml:space="preserve"> </w:t>
      </w:r>
      <w:r w:rsidR="002D6B5B">
        <w:t xml:space="preserve">dle </w:t>
      </w:r>
      <w:r w:rsidR="00FE0BAB">
        <w:t xml:space="preserve">prováděcích </w:t>
      </w:r>
      <w:r w:rsidR="002D6B5B">
        <w:t>právních předpisů</w:t>
      </w:r>
      <w:r w:rsidR="002D6B5B" w:rsidRPr="00833899">
        <w:rPr>
          <w:rStyle w:val="Znakapoznpodarou"/>
        </w:rPr>
        <w:footnoteReference w:id="1"/>
      </w:r>
      <w:r w:rsidR="002D6B5B">
        <w:t xml:space="preserve"> </w:t>
      </w:r>
      <w:r>
        <w:t xml:space="preserve">pro </w:t>
      </w:r>
      <w:r w:rsidRPr="00B75260">
        <w:t>stavby železničních</w:t>
      </w:r>
      <w:r>
        <w:t xml:space="preserve"> drah ve smyslu § 5 odst. 1 </w:t>
      </w:r>
      <w:r w:rsidRPr="008D4732">
        <w:t>a § 3 odst. 1 zák</w:t>
      </w:r>
      <w:r>
        <w:t xml:space="preserve">. č. 266/1994 Sb., o dráhách, ve znění </w:t>
      </w:r>
      <w:r w:rsidRPr="004B5995">
        <w:t xml:space="preserve">pozdějších předpisů, které svým charakterem odpovídají profesnímu obsahu zadávané veřejné zakázky, tj. zahrnují alespoň následující činnosti: </w:t>
      </w:r>
      <w:r w:rsidRPr="004B5995">
        <w:rPr>
          <w:b/>
          <w:bCs/>
        </w:rPr>
        <w:t>projektování</w:t>
      </w:r>
      <w:r w:rsidR="00EA0090">
        <w:rPr>
          <w:b/>
          <w:bCs/>
        </w:rPr>
        <w:t xml:space="preserve"> </w:t>
      </w:r>
      <w:r w:rsidR="00EA0090" w:rsidRPr="00EA0090">
        <w:rPr>
          <w:b/>
          <w:bCs/>
        </w:rPr>
        <w:t>traťového zabezpečovacího zařízení</w:t>
      </w:r>
    </w:p>
    <w:p w14:paraId="23EC1B79" w14:textId="18999A1C" w:rsidR="002B66F2" w:rsidRDefault="002B66F2" w:rsidP="00B1123A">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rsidR="004B5995">
        <w:t xml:space="preserve"> nebo DPS nebo DPS+PDPS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EF3745">
        <w:t xml:space="preserve"> nebo DPS nebo DPS+PDPS</w:t>
      </w:r>
      <w:r>
        <w:t>.</w:t>
      </w:r>
    </w:p>
    <w:p w14:paraId="1C41F4A3" w14:textId="11128AF6" w:rsidR="00EF3745" w:rsidRDefault="00EF3745" w:rsidP="00EF3745">
      <w:pPr>
        <w:pStyle w:val="Textbezslovn"/>
        <w:ind w:left="1077"/>
      </w:pPr>
      <w:r w:rsidRPr="004228C5">
        <w:t xml:space="preserve">Pro účely doložení technické kvalifikace se dokumentací ve stupni DPS rozumí dokumentace zpracovaná dle přílohy č. 1 </w:t>
      </w:r>
      <w:proofErr w:type="spellStart"/>
      <w:r w:rsidRPr="004228C5">
        <w:t>vyhl</w:t>
      </w:r>
      <w:proofErr w:type="spellEnd"/>
      <w:r w:rsidRPr="004228C5">
        <w:t>. 227/2024 Sb., o rozsahu a obsahu projektové dokumentace staveb dopravní infrastruktury, ve znění pozdějších předpisů.</w:t>
      </w:r>
    </w:p>
    <w:p w14:paraId="2B700A0C" w14:textId="093067C0"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E46C01">
        <w:t xml:space="preserve"> nebo dle přílohy č. 3 </w:t>
      </w:r>
      <w:proofErr w:type="spellStart"/>
      <w:r w:rsidR="00E46C01">
        <w:t>vyhl</w:t>
      </w:r>
      <w:proofErr w:type="spellEnd"/>
      <w:r w:rsidR="00E46C01">
        <w:t xml:space="preserve">. č. 227/2024 Sb., o rozsahu a obsahu projektové dokumentace staveb dopravní infrastruktury, ve znění pozdějších předpisů. </w:t>
      </w:r>
      <w:r w:rsidR="00F91B4A">
        <w:t xml:space="preserve">Jako dokumentaci ve 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0162EBC6" w:rsidR="002B66F2" w:rsidRDefault="002B66F2" w:rsidP="003303BF">
      <w:pPr>
        <w:pStyle w:val="Textbezslovn"/>
        <w:ind w:left="1077"/>
      </w:pPr>
      <w:r>
        <w:t xml:space="preserve">Celkový součet </w:t>
      </w:r>
      <w:r w:rsidR="002C00BE">
        <w:t xml:space="preserve">hodnot </w:t>
      </w:r>
      <w:r>
        <w:t>významných služeb obdobného charakteru za posle</w:t>
      </w:r>
      <w:r w:rsidRPr="00E34DAF">
        <w:t>dní</w:t>
      </w:r>
      <w:r w:rsidR="0038050F" w:rsidRPr="00E34DAF">
        <w:t>ch</w:t>
      </w:r>
      <w:r w:rsidRPr="00E34DAF">
        <w:t xml:space="preserve"> </w:t>
      </w:r>
      <w:r w:rsidR="0038050F" w:rsidRPr="00E34DAF">
        <w:t>5</w:t>
      </w:r>
      <w:r>
        <w:t xml:space="preserve"> </w:t>
      </w:r>
      <w:r w:rsidR="0038050F">
        <w:t>let</w:t>
      </w:r>
      <w:r>
        <w:t xml:space="preserve"> před zahájením zadávacího řízení, které dodavatel poskytl, musí dosahovat v souhrnu nejméně </w:t>
      </w:r>
      <w:r w:rsidR="00D511E5" w:rsidRPr="00D511E5">
        <w:rPr>
          <w:b/>
          <w:bCs/>
        </w:rPr>
        <w:t>5 000 000,-</w:t>
      </w:r>
      <w:r>
        <w:t xml:space="preserve"> </w:t>
      </w:r>
      <w:r w:rsidRPr="003303BF">
        <w:rPr>
          <w:b/>
        </w:rPr>
        <w:t xml:space="preserve">Kč </w:t>
      </w:r>
      <w:r w:rsidRPr="00146060">
        <w:rPr>
          <w:b/>
          <w:bCs/>
        </w:rPr>
        <w:t>bez DPH</w:t>
      </w:r>
      <w:r>
        <w:t xml:space="preserve">, přičemž alespoň jedna služba musí dosahovat </w:t>
      </w:r>
      <w:r w:rsidR="002C00BE">
        <w:t xml:space="preserve">hodnoty </w:t>
      </w:r>
      <w:r>
        <w:t xml:space="preserve">nejméně </w:t>
      </w:r>
      <w:r w:rsidR="00146060" w:rsidRPr="00A56B3E">
        <w:rPr>
          <w:b/>
          <w:bCs/>
        </w:rPr>
        <w:t>1 500 000,-</w:t>
      </w:r>
      <w:r>
        <w:t xml:space="preserve"> </w:t>
      </w:r>
      <w:r w:rsidR="00146060" w:rsidRPr="00146060">
        <w:rPr>
          <w:b/>
          <w:bCs/>
        </w:rPr>
        <w:t>bez DPH</w:t>
      </w:r>
      <w:r>
        <w:t xml:space="preserve"> </w:t>
      </w:r>
      <w:r w:rsidRPr="003303BF">
        <w:rPr>
          <w:b/>
        </w:rPr>
        <w:t>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+PDPS</w:t>
      </w:r>
      <w:r w:rsidR="008052D7">
        <w:t xml:space="preserve"> nebo DPS+PDPS</w:t>
      </w:r>
      <w:r w:rsidR="00811843">
        <w:t xml:space="preserve"> lze jako </w:t>
      </w:r>
      <w:r w:rsidR="002C00BE">
        <w:t xml:space="preserve">hodnotu </w:t>
      </w:r>
      <w:r w:rsidR="00811843">
        <w:lastRenderedPageBreak/>
        <w:t>jedné významné služby doložit součet cen obou uvedených stupňů (tj. součet cen DSP+PDPS nebo DUSP</w:t>
      </w:r>
      <w:r w:rsidR="001D6563">
        <w:t>/DUSL</w:t>
      </w:r>
      <w:r w:rsidR="00811843">
        <w:t>+PDPS)</w:t>
      </w:r>
      <w:r w:rsidR="008052D7">
        <w:t xml:space="preserve"> nebo DPS+PDPS)</w:t>
      </w:r>
      <w:r w:rsidR="00811843">
        <w:t>.</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6E2190CB" w:rsidR="008356A0" w:rsidRDefault="002B66F2" w:rsidP="008356A0">
      <w:pPr>
        <w:pStyle w:val="Textbezslovn"/>
        <w:ind w:left="1077"/>
      </w:pPr>
      <w:r>
        <w:t xml:space="preserve">Doba </w:t>
      </w:r>
      <w:r w:rsidR="0038050F" w:rsidRPr="00245F6C">
        <w:t>posledních 5</w:t>
      </w:r>
      <w:r w:rsidRPr="00245F6C">
        <w:t xml:space="preserve"> let </w:t>
      </w:r>
      <w:r w:rsidR="0038050F" w:rsidRPr="00245F6C">
        <w:t xml:space="preserve">před zahájením zadávacího řízení se pro účely prokázání technické kvalifikace ohledně referenčních zakázek </w:t>
      </w:r>
      <w:r w:rsidRPr="00245F6C">
        <w:t xml:space="preserve">považuje za splněnou, pokud byly </w:t>
      </w:r>
      <w:r w:rsidR="00811843" w:rsidRPr="00245F6C">
        <w:t xml:space="preserve">činnosti odpovídající zadavatelem stanovené definici významné </w:t>
      </w:r>
      <w:r w:rsidRPr="00245F6C">
        <w:t xml:space="preserve">služby </w:t>
      </w:r>
      <w:r w:rsidR="0038050F" w:rsidRPr="00245F6C">
        <w:t xml:space="preserve">dokončeny </w:t>
      </w:r>
      <w:r w:rsidRPr="00245F6C">
        <w:t xml:space="preserve">v průběhu této doby </w:t>
      </w:r>
      <w:r w:rsidR="0038050F" w:rsidRPr="00245F6C">
        <w:t xml:space="preserve">nebo kdykoli po zahájení zadávacího řízení, včetně doby po </w:t>
      </w:r>
      <w:r w:rsidR="00D15CDA" w:rsidRPr="00245F6C">
        <w:t xml:space="preserve">uplynutí lhůty pro </w:t>
      </w:r>
      <w:r w:rsidR="0038050F" w:rsidRPr="00245F6C">
        <w:t>podání nabídek, a to nejpozději do doby zadavatelem případně stanovené k předložení údajů a dokladů dle § 46 ZZVZ. P</w:t>
      </w:r>
      <w:r w:rsidRPr="00245F6C">
        <w:t xml:space="preserve">ro prokázání kvalifikace postačuje, aby byly požadované minimální hodnoty služeb dosaženy za celou dobu poskytování služeb, nikoliv pouze v průběhu posledních </w:t>
      </w:r>
      <w:r w:rsidR="0038050F" w:rsidRPr="00245F6C">
        <w:t>5</w:t>
      </w:r>
      <w:r w:rsidRPr="00245F6C">
        <w:t xml:space="preserve"> let před zahájením zadávacího řízení. V případě, že byla referovaná služba, resp. </w:t>
      </w:r>
      <w:r w:rsidR="00811843" w:rsidRPr="00245F6C">
        <w:t xml:space="preserve">zpracovaný příslušný stupeň dokumentace, </w:t>
      </w:r>
      <w:r w:rsidRPr="00245F6C">
        <w:t xml:space="preserve">součástí rozsáhlejšího plnění pro objednatele služby (např. kromě zpracování projektové dokumentace měl dodavatel vykonávat i dozor </w:t>
      </w:r>
      <w:r w:rsidR="00771220" w:rsidRPr="00245F6C">
        <w:t xml:space="preserve">projektanta </w:t>
      </w:r>
      <w:r w:rsidRPr="00245F6C">
        <w:t>při realizaci stavby apod.) postačí, pokud je dokončeno plnění</w:t>
      </w:r>
      <w:r w:rsidR="00811843" w:rsidRPr="00245F6C">
        <w:t xml:space="preserve">, které odpovídá zadavatelem stanovené definici významné služby </w:t>
      </w:r>
      <w:r w:rsidRPr="00245F6C">
        <w:t>(tj. projektové práce ve stupni DSP nebo DUSP</w:t>
      </w:r>
      <w:r w:rsidR="008C2833" w:rsidRPr="00245F6C">
        <w:t>/DUSL</w:t>
      </w:r>
      <w:r w:rsidRPr="00245F6C">
        <w:t xml:space="preserve"> nebo DSP</w:t>
      </w:r>
      <w:r w:rsidR="000D20BC" w:rsidRPr="00245F6C">
        <w:t>+</w:t>
      </w:r>
      <w:r w:rsidRPr="00245F6C">
        <w:t xml:space="preserve">PDPS </w:t>
      </w:r>
      <w:r w:rsidR="000D20BC" w:rsidRPr="00245F6C">
        <w:t>nebo DUSP</w:t>
      </w:r>
      <w:r w:rsidR="008C2833" w:rsidRPr="00245F6C">
        <w:t>/DUSL</w:t>
      </w:r>
      <w:r w:rsidR="000D20BC" w:rsidRPr="00245F6C">
        <w:t xml:space="preserve">+PDPS </w:t>
      </w:r>
      <w:r w:rsidR="001243D5" w:rsidRPr="00245F6C">
        <w:t xml:space="preserve">nebo DPS nebo DPS+PDPS </w:t>
      </w:r>
      <w:r w:rsidRPr="00245F6C">
        <w:t>pro stavby železničních drah</w:t>
      </w:r>
      <w:r w:rsidR="00811843" w:rsidRPr="00245F6C">
        <w:t xml:space="preserve"> s výše požadovaným předmětem plnění</w:t>
      </w:r>
      <w:r w:rsidRPr="00245F6C">
        <w:t>)</w:t>
      </w:r>
      <w:r w:rsidR="00D15CDA" w:rsidRPr="00245F6C">
        <w:t xml:space="preserve"> s tím, že zakázka jako celek (tj. ohledně dalších činností, např. dozoru </w:t>
      </w:r>
      <w:r w:rsidR="00771220" w:rsidRPr="00245F6C">
        <w:t xml:space="preserve">projektanta </w:t>
      </w:r>
      <w:r w:rsidR="00D15CDA" w:rsidRPr="00245F6C">
        <w:t>při realizaci stavby) dokončena není</w:t>
      </w:r>
      <w:r w:rsidRPr="00245F6C">
        <w:t>; zároveň však platí, že nestačí</w:t>
      </w:r>
      <w:r w:rsidR="00D15CDA" w:rsidRPr="00245F6C">
        <w:t xml:space="preserve"> (tj. nepovažuje se za plnění dokončené v požadované době)</w:t>
      </w:r>
      <w:r w:rsidRPr="00245F6C">
        <w:t xml:space="preserve">, pokud je v posledních </w:t>
      </w:r>
      <w:r w:rsidR="0038050F" w:rsidRPr="00245F6C">
        <w:t>5</w:t>
      </w:r>
      <w:r w:rsidRPr="00245F6C">
        <w:t xml:space="preserve"> letech dokončena služba rozsáhlejšího plnění jako celek</w:t>
      </w:r>
      <w:r w:rsidR="00811843" w:rsidRPr="00245F6C">
        <w:t xml:space="preserve"> (např. dokončen dozor </w:t>
      </w:r>
      <w:r w:rsidR="00771220" w:rsidRPr="00245F6C">
        <w:t xml:space="preserve">projektanta </w:t>
      </w:r>
      <w:r w:rsidR="00811843" w:rsidRPr="00245F6C">
        <w:t>při realizaci stavby)</w:t>
      </w:r>
      <w:r w:rsidRPr="00245F6C">
        <w:t xml:space="preserve">, avšak plnění </w:t>
      </w:r>
      <w:r w:rsidR="00811843" w:rsidRPr="00245F6C">
        <w:t xml:space="preserve">odpovídající definici významné služby </w:t>
      </w:r>
      <w:r w:rsidRPr="00245F6C">
        <w:t xml:space="preserve">bylo dokončeno dříve než před </w:t>
      </w:r>
      <w:r w:rsidR="0038050F" w:rsidRPr="00245F6C">
        <w:t>5</w:t>
      </w:r>
      <w:r w:rsidRPr="00245F6C">
        <w:t xml:space="preserve"> lety. Obdobným způsobem je nutno naplnit i parametr ceny dané referované </w:t>
      </w:r>
      <w:r w:rsidR="0054651E" w:rsidRPr="00245F6C">
        <w:t xml:space="preserve">projektové </w:t>
      </w:r>
      <w:r w:rsidRPr="00245F6C">
        <w:t>činnosti</w:t>
      </w:r>
      <w:r w:rsidR="008356A0" w:rsidRPr="00245F6C">
        <w:t>. Z předloženého seznamu</w:t>
      </w:r>
      <w:r w:rsidR="008356A0">
        <w:t xml:space="preserve">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5E374904"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rsidR="001243D5">
        <w:t>nebo DPS nebo DPS+PDPS</w:t>
      </w:r>
      <w:r w:rsidR="001243D5" w:rsidRPr="0086698F">
        <w:t xml:space="preserve">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1243D5">
        <w:t>nebo DPS nebo DPS+PDPS</w:t>
      </w:r>
      <w:r w:rsidR="001243D5" w:rsidRPr="0086698F">
        <w:t xml:space="preserve">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lastRenderedPageBreak/>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67BAFE5B"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nebo rekonstrukce </w:t>
      </w:r>
      <w:r>
        <w:t>na stav</w:t>
      </w:r>
      <w:r w:rsidRPr="00245F6C">
        <w:t>bách železničních drah, jak</w:t>
      </w:r>
      <w:r>
        <w:t xml:space="preserve"> jsou vymezeny v § 5 </w:t>
      </w:r>
      <w:r w:rsidRPr="00245F6C">
        <w:t>odst. 1 a v § 3 odst. 1 zákona</w:t>
      </w:r>
      <w:r>
        <w:t xml:space="preserve"> č. 266/1994 Sb., o dráhách, ve znění pozdějších předpisů, </w:t>
      </w:r>
      <w:r w:rsidR="00C24393">
        <w:t xml:space="preserve">poskytnutých dodavatelem </w:t>
      </w:r>
      <w:r>
        <w:t xml:space="preserve">za posledních </w:t>
      </w:r>
      <w:r w:rsidRPr="00245F6C">
        <w:t>5</w:t>
      </w:r>
      <w:r>
        <w:t xml:space="preserve"> </w:t>
      </w:r>
      <w:r w:rsidR="009C4AB6">
        <w:t>let před</w:t>
      </w:r>
      <w:r>
        <w:t xml:space="preserve"> zahájením zadávacího řízení (dále jako „</w:t>
      </w:r>
      <w:r w:rsidRPr="00CE678F">
        <w:rPr>
          <w:b/>
        </w:rPr>
        <w:t>stavební práce</w:t>
      </w:r>
      <w:r>
        <w:t xml:space="preserve">“). Předloženým seznamem stavebních prací přitom musí dodavatel prokázat, že hodnota stavebních prací jím poskytnutých na uvedených stavbách za </w:t>
      </w:r>
      <w:r w:rsidRPr="00245F6C">
        <w:t>posledních 5 let</w:t>
      </w:r>
      <w:r>
        <w:t xml:space="preserve"> </w:t>
      </w:r>
      <w:r w:rsidR="00C24393">
        <w:t xml:space="preserve">před zahájením zadávacího řízení </w:t>
      </w:r>
      <w:r>
        <w:t xml:space="preserve">činí v součtu, včetně případných poddodávek, nejméně </w:t>
      </w:r>
      <w:r w:rsidR="002C249A" w:rsidRPr="002C249A">
        <w:rPr>
          <w:b/>
          <w:bCs/>
        </w:rPr>
        <w:t>80 mil.</w:t>
      </w:r>
      <w: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85D3219" w14:textId="6429FC63" w:rsidR="00CE678F"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w:t>
      </w:r>
      <w:r w:rsidRPr="005D5BF4">
        <w:t>poskytnutí a dokončení nejvýznamnějších stavebních prací prokázal, že dodavatel v posledních 5</w:t>
      </w:r>
      <w:r>
        <w:t xml:space="preserve"> letech před </w:t>
      </w:r>
      <w:r w:rsidR="005D5BF4" w:rsidRPr="005D5BF4">
        <w:t>zahájením zadávacího řízení řádně poskytl a dokončil následující nejvýznamnější stavební práce v rámci nichž musí dodavatel doložit rovněž následující požadavky</w:t>
      </w:r>
      <w:r>
        <w:t>:</w:t>
      </w:r>
    </w:p>
    <w:p w14:paraId="7A578F5E" w14:textId="3D4D6104" w:rsidR="00CE678F" w:rsidRDefault="00CA0812" w:rsidP="00CE678F">
      <w:pPr>
        <w:pStyle w:val="Odrka1-2-"/>
      </w:pPr>
      <w:r w:rsidRPr="00CA0812">
        <w:t xml:space="preserve">nejméně jedna realizovaná zakázka musí zahrnovat novostavbu nebo rekonstrukci </w:t>
      </w:r>
      <w:r w:rsidR="00C45E39" w:rsidRPr="00C45E39">
        <w:rPr>
          <w:b/>
          <w:bCs/>
        </w:rPr>
        <w:t>traťového zabezpečovacího zařízení</w:t>
      </w:r>
      <w:r w:rsidR="00CE678F">
        <w:t xml:space="preserve">, </w:t>
      </w:r>
      <w:r w:rsidR="00C80E15" w:rsidRPr="00C80E15">
        <w:t xml:space="preserve">v hodnotě nejméně </w:t>
      </w:r>
      <w:r w:rsidR="00C80E15" w:rsidRPr="007D3F14">
        <w:rPr>
          <w:b/>
          <w:bCs/>
        </w:rPr>
        <w:t>16 mil. Kč</w:t>
      </w:r>
      <w:r w:rsidR="00C80E15" w:rsidRPr="00C80E15">
        <w:t xml:space="preserve"> bez DPH (částka </w:t>
      </w:r>
      <w:r w:rsidR="00C80E15" w:rsidRPr="001B557F">
        <w:t>16 mil. Kč</w:t>
      </w:r>
      <w:r w:rsidR="00226E5B">
        <w:rPr>
          <w:b/>
          <w:bCs/>
        </w:rPr>
        <w:t xml:space="preserve"> </w:t>
      </w:r>
      <w:r w:rsidR="00226E5B" w:rsidRPr="00226E5B">
        <w:t>bez DPH</w:t>
      </w:r>
      <w:r w:rsidR="00C80E15" w:rsidRPr="00C80E15">
        <w:t xml:space="preserve"> se vztahuje k hodnotě novostavby nebo rekonstrukce </w:t>
      </w:r>
      <w:r w:rsidR="00C45E39" w:rsidRPr="00C45E39">
        <w:t>traťového zabezpečovacího zařízení</w:t>
      </w:r>
      <w:r w:rsidR="00C80E15" w:rsidRPr="00C80E15">
        <w:t>, nikoli k hodnotě nejvýznamnější stavební práce, tj. zakázky jako celku).</w:t>
      </w:r>
      <w:r w:rsidR="00CE678F">
        <w:t xml:space="preserve"> </w:t>
      </w:r>
    </w:p>
    <w:p w14:paraId="06DE15C5" w14:textId="031D5E81" w:rsidR="00CE678F" w:rsidRDefault="00CE678F" w:rsidP="00CE678F">
      <w:pPr>
        <w:pStyle w:val="Textbezslovn"/>
        <w:ind w:left="1097"/>
      </w:pPr>
      <w:r>
        <w:t xml:space="preserve">Stavební, resp. nejvýznamnější stavební práce je třeba doložit v takovém počtu, aby byla dosažena požadovaná </w:t>
      </w:r>
      <w:r w:rsidRPr="004D24A5">
        <w:t xml:space="preserve">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0DA7B14F" w14:textId="6A022042" w:rsidR="00B765FF" w:rsidRDefault="00B765FF" w:rsidP="008A6C63">
      <w:pPr>
        <w:pStyle w:val="Textbezslovn"/>
        <w:ind w:left="1097"/>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3CDAC531"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 xml:space="preserve">úprava směrového a výškového uspořádání koleje/geometrických parametrů </w:t>
      </w:r>
      <w:r w:rsidR="009A1BEA" w:rsidRPr="00DF2782">
        <w:t>koleje a</w:t>
      </w:r>
      <w:r w:rsidR="00AE32DC" w:rsidRPr="00DF2782">
        <w:t>/nebo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rsidRPr="00271A1F">
        <w:lastRenderedPageBreak/>
        <w:t xml:space="preserve">Doba </w:t>
      </w:r>
      <w:r w:rsidR="00D53868" w:rsidRPr="00271A1F">
        <w:t xml:space="preserve">posledních </w:t>
      </w:r>
      <w:r w:rsidRPr="00271A1F">
        <w:t xml:space="preserve">5 let </w:t>
      </w:r>
      <w:r w:rsidR="00D53868" w:rsidRPr="00271A1F">
        <w:t xml:space="preserve">před zahájením zadávacího řízení </w:t>
      </w:r>
      <w:r w:rsidRPr="00271A1F">
        <w:t xml:space="preserve">se </w:t>
      </w:r>
      <w:r w:rsidR="00D53868" w:rsidRPr="00271A1F">
        <w:t xml:space="preserve">pro účely prokázání technické kvalifikace ohledně referenčních zakázek </w:t>
      </w:r>
      <w:r w:rsidRPr="00271A1F">
        <w:t xml:space="preserve">považuje za splněnou, pokud byly stavební práce/nejvýznamnější stavební </w:t>
      </w:r>
      <w:r w:rsidR="00D53868" w:rsidRPr="00271A1F">
        <w:t xml:space="preserve">dokončeny </w:t>
      </w:r>
      <w:r w:rsidRPr="00271A1F">
        <w:t xml:space="preserve">v průběhu této doby </w:t>
      </w:r>
      <w:r w:rsidR="00D53868" w:rsidRPr="00271A1F">
        <w:t>nebo kdykoli po zahájení zadávacího řízení, včetně doby po podání nabídek, a to nejpozději do doby zadavatelem případně stanovené k předložení údajů a dokladů dle § 46 ZZVZ. P</w:t>
      </w:r>
      <w:r w:rsidRPr="00271A1F">
        <w:t xml:space="preserve">ro prokázání kvalifikace postačuje, aby byly požadované minimální hodnoty stavebních/nejvýznamnějších stavebních </w:t>
      </w:r>
      <w:r w:rsidR="00D53868" w:rsidRPr="00271A1F">
        <w:t xml:space="preserve">prací </w:t>
      </w:r>
      <w:r w:rsidRPr="00271A1F">
        <w:t>dosaženy za celou dobu realizace stavebních/nejvýznamnějších stavebních</w:t>
      </w:r>
      <w:r w:rsidR="00D53868" w:rsidRPr="00271A1F">
        <w:t xml:space="preserve"> prací</w:t>
      </w:r>
      <w:r w:rsidRPr="00271A1F">
        <w:t>, nikoliv pouze v průběhu posledních 5 let před zahájením zadávacího řízení. Dokončením se u stavebních</w:t>
      </w:r>
      <w:r w:rsidR="00D53868" w:rsidRPr="00271A1F">
        <w:t>/nejvýznamnějších stavebních</w:t>
      </w:r>
      <w:r w:rsidRPr="00271A1F">
        <w:t xml:space="preserve"> prací </w:t>
      </w:r>
      <w:r w:rsidR="00D53868" w:rsidRPr="00271A1F">
        <w:t xml:space="preserve">pro účely prokázání technické kvalifikace v tomto zadávacím řízení </w:t>
      </w:r>
      <w:r w:rsidRPr="00271A1F">
        <w:t xml:space="preserve">rozumí </w:t>
      </w:r>
      <w:r w:rsidR="00D53868" w:rsidRPr="00271A1F">
        <w:t xml:space="preserve">i </w:t>
      </w:r>
      <w:r w:rsidRPr="00271A1F">
        <w:t>uvedení díla</w:t>
      </w:r>
      <w:r w:rsidR="00613FCF" w:rsidRPr="00271A1F">
        <w:t>, resp. poslední části</w:t>
      </w:r>
      <w:r w:rsidR="00C47C2C" w:rsidRPr="00271A1F">
        <w:t xml:space="preserve"> stavební práce</w:t>
      </w:r>
      <w:r w:rsidR="00613FCF" w:rsidRPr="00271A1F">
        <w:t>,</w:t>
      </w:r>
      <w:r w:rsidRPr="00271A1F">
        <w:t xml:space="preserve"> alespoň do zkušebního provozu. Zadavatel nicméně za dílo dokončené v období posledních 5 let bude</w:t>
      </w:r>
      <w:r>
        <w:t xml:space="preserv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lastRenderedPageBreak/>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71E65E89"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w:t>
      </w:r>
      <w:r w:rsidR="00271A1F">
        <w:t xml:space="preserve"> </w:t>
      </w:r>
      <w:r>
        <w:t>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I v případě, že bude kvalifikace jednotlivých členů odborného personálu v plném rozsahu prokázána samostatně více fyzickými osobami, může být ve smlouvě uvedena</w:t>
      </w:r>
      <w:r w:rsidR="00271A1F">
        <w:t xml:space="preserve"> </w:t>
      </w:r>
      <w:r w:rsidR="00BA0D72">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w:t>
      </w:r>
      <w:r w:rsidRPr="00507C1A">
        <w:t xml:space="preserve">funkcí. </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01151C37" w14:textId="42528818" w:rsidR="000E4762" w:rsidRPr="00DE53AF" w:rsidRDefault="00DC21A0" w:rsidP="0031783A">
      <w:pPr>
        <w:pStyle w:val="Textbezslovn"/>
        <w:numPr>
          <w:ilvl w:val="0"/>
          <w:numId w:val="16"/>
        </w:numPr>
      </w:pPr>
      <w:r w:rsidRPr="00DE53AF">
        <w:rPr>
          <w:b/>
        </w:rPr>
        <w:t>odpovědný projektant</w:t>
      </w:r>
    </w:p>
    <w:p w14:paraId="60A50457" w14:textId="390477B4" w:rsidR="000E4762" w:rsidRPr="00DE53AF" w:rsidRDefault="000E4762" w:rsidP="000E4762">
      <w:pPr>
        <w:pStyle w:val="Odrka1-2-"/>
      </w:pPr>
      <w:r w:rsidRPr="00DE53AF">
        <w:t>nejméně 5 let praxe v projektování stav</w:t>
      </w:r>
      <w:r w:rsidR="00E94BCA" w:rsidRPr="00DE53AF">
        <w:t>e</w:t>
      </w:r>
      <w:r w:rsidRPr="00DE53AF">
        <w:t xml:space="preserve">b železničních drah, které obsahovaly alespoň následující činnosti: </w:t>
      </w:r>
      <w:r w:rsidRPr="001B557F">
        <w:rPr>
          <w:b/>
          <w:bCs/>
        </w:rPr>
        <w:t xml:space="preserve">projektování </w:t>
      </w:r>
      <w:r w:rsidR="001B557F" w:rsidRPr="001B557F">
        <w:rPr>
          <w:b/>
          <w:bCs/>
        </w:rPr>
        <w:t>zabezpečovacího zařízení</w:t>
      </w:r>
      <w:r w:rsidRPr="001B557F">
        <w:t>;</w:t>
      </w:r>
    </w:p>
    <w:p w14:paraId="35A46139" w14:textId="7CFC792C" w:rsidR="000E4762" w:rsidRPr="00DE53AF" w:rsidRDefault="000E4762" w:rsidP="000E4762">
      <w:pPr>
        <w:pStyle w:val="Odrka1-2-"/>
      </w:pPr>
      <w:r w:rsidRPr="00DE53AF">
        <w:t xml:space="preserve">doklad o autorizaci v rozsahu dle § 5 odst. 3 písm. </w:t>
      </w:r>
      <w:r w:rsidR="006B12DF" w:rsidRPr="00DE53AF">
        <w:t xml:space="preserve">e) </w:t>
      </w:r>
      <w:r w:rsidR="00195371" w:rsidRPr="00DE53AF">
        <w:t>autorizačního zákona</w:t>
      </w:r>
      <w:r w:rsidRPr="00DE53AF">
        <w:t xml:space="preserve">, tedy v oboru </w:t>
      </w:r>
      <w:r w:rsidR="006B12DF" w:rsidRPr="00DE53AF">
        <w:t>technologická zařízení staveb</w:t>
      </w:r>
      <w:r w:rsidRPr="00DE53AF">
        <w:t xml:space="preserve">; </w:t>
      </w:r>
    </w:p>
    <w:p w14:paraId="7E32A12B" w14:textId="6B093C00" w:rsidR="000E4762" w:rsidRPr="00DE53AF" w:rsidRDefault="000E4762" w:rsidP="000E4762">
      <w:pPr>
        <w:pStyle w:val="Odrka1-2-"/>
      </w:pPr>
      <w:r w:rsidRPr="00DE53AF">
        <w:t>prokázat zkušenost s projektováním alespoň jedné zakázky na projek</w:t>
      </w:r>
      <w:r w:rsidR="000A7769" w:rsidRPr="00DE53AF">
        <w:t>tové</w:t>
      </w:r>
      <w:r w:rsidRPr="00DE53AF">
        <w:t xml:space="preserve"> práce </w:t>
      </w:r>
      <w:r w:rsidR="00B11C56" w:rsidRPr="00DE53AF">
        <w:t xml:space="preserve">spočívající ve zpracování dokumentace </w:t>
      </w:r>
      <w:r w:rsidRPr="00DE53AF">
        <w:t>pro stavby železničních drah ve stupni DSP nebo DUSP</w:t>
      </w:r>
      <w:r w:rsidR="008C2833" w:rsidRPr="00DE53AF">
        <w:t>/DUSL</w:t>
      </w:r>
      <w:r w:rsidRPr="00DE53AF">
        <w:t xml:space="preserve"> nebo DSP</w:t>
      </w:r>
      <w:r w:rsidR="00195371" w:rsidRPr="00DE53AF">
        <w:t>+</w:t>
      </w:r>
      <w:r w:rsidRPr="00DE53AF">
        <w:t xml:space="preserve">PDPS </w:t>
      </w:r>
      <w:r w:rsidR="00195371" w:rsidRPr="00DE53AF">
        <w:t>nebo DUSP</w:t>
      </w:r>
      <w:r w:rsidR="008C2833" w:rsidRPr="00DE53AF">
        <w:t>/DUSL</w:t>
      </w:r>
      <w:r w:rsidR="00195371" w:rsidRPr="00DE53AF">
        <w:t>+PDPS</w:t>
      </w:r>
      <w:r w:rsidRPr="00DE53AF">
        <w:t xml:space="preserve"> </w:t>
      </w:r>
      <w:r w:rsidR="005A53E5" w:rsidRPr="00DE53AF">
        <w:t xml:space="preserve">nebo DPS nebo DPS+PDPS </w:t>
      </w:r>
      <w:r w:rsidRPr="00DE53AF">
        <w:t>s hodnotou projek</w:t>
      </w:r>
      <w:r w:rsidR="000A7769" w:rsidRPr="00DE53AF">
        <w:t>tových</w:t>
      </w:r>
      <w:r w:rsidRPr="00DE53AF">
        <w:t xml:space="preserve"> prací nejméně </w:t>
      </w:r>
      <w:r w:rsidR="00DE53AF" w:rsidRPr="00DE53AF">
        <w:rPr>
          <w:b/>
          <w:bCs/>
        </w:rPr>
        <w:t>1 500 000,-</w:t>
      </w:r>
      <w:r w:rsidRPr="00DE53AF">
        <w:rPr>
          <w:b/>
          <w:bCs/>
        </w:rPr>
        <w:t xml:space="preserve"> Kč</w:t>
      </w:r>
      <w:r w:rsidRPr="00DE53AF">
        <w:t xml:space="preserve"> bez DPH, a</w:t>
      </w:r>
      <w:r w:rsidR="000D4ABE" w:rsidRPr="00DE53AF">
        <w:t xml:space="preserve"> </w:t>
      </w:r>
      <w:r w:rsidR="000D4ABE" w:rsidRPr="00DE53AF">
        <w:rPr>
          <w:rFonts w:ascii="Verdana" w:hAnsi="Verdana"/>
        </w:rPr>
        <w:t>musí se jednat o zakázku dokončenou, avšak zadavatel nestanoví maximální lhůtu, ve které musela být zakázka dokončena</w:t>
      </w:r>
      <w:r w:rsidRPr="00DE53AF">
        <w:t>; pokud byla referovaná činnost součástí rozsáhlejšího plnění pro objednatele služby (např. kromě zpracování projektové dokumentace měl dodavatel vykonávat i dozor</w:t>
      </w:r>
      <w:r w:rsidR="00890031" w:rsidRPr="00DE53AF">
        <w:t xml:space="preserve"> projektanta</w:t>
      </w:r>
      <w:r w:rsidRPr="00DE53AF">
        <w:t xml:space="preserve">) postačí, pokud je dokončeno plnění </w:t>
      </w:r>
      <w:r w:rsidR="006E7C86" w:rsidRPr="00DE53AF">
        <w:t>odpovídající zadavatelem stanovené definici požadované zkušenosti</w:t>
      </w:r>
      <w:r w:rsidRPr="00DE53AF">
        <w:t>;</w:t>
      </w:r>
    </w:p>
    <w:p w14:paraId="775DEA2D" w14:textId="77777777" w:rsidR="000E4762" w:rsidRPr="00384795" w:rsidRDefault="000E4762" w:rsidP="0031783A">
      <w:pPr>
        <w:pStyle w:val="Textbezslovn"/>
        <w:numPr>
          <w:ilvl w:val="0"/>
          <w:numId w:val="16"/>
        </w:numPr>
      </w:pPr>
      <w:r w:rsidRPr="00384795">
        <w:rPr>
          <w:b/>
        </w:rPr>
        <w:t>stavbyvedoucí</w:t>
      </w:r>
    </w:p>
    <w:p w14:paraId="01491245" w14:textId="77777777" w:rsidR="000E4762" w:rsidRPr="00C122D9" w:rsidRDefault="000E4762" w:rsidP="00B376E4">
      <w:pPr>
        <w:pStyle w:val="Odrka1-2-"/>
      </w:pPr>
      <w:r w:rsidRPr="00C122D9">
        <w:t xml:space="preserve">nejméně 5 let praxe v řízení provádění staveb železničních drah; </w:t>
      </w:r>
    </w:p>
    <w:p w14:paraId="6B4E9AE9" w14:textId="2222D5CF" w:rsidR="000E4762" w:rsidRPr="00C122D9" w:rsidRDefault="000E4762" w:rsidP="00B376E4">
      <w:pPr>
        <w:pStyle w:val="Odrka1-2-"/>
      </w:pPr>
      <w:r w:rsidRPr="00C122D9">
        <w:lastRenderedPageBreak/>
        <w:t xml:space="preserve">zkušenost s řízením realizace alespoň jedné </w:t>
      </w:r>
      <w:proofErr w:type="gramStart"/>
      <w:r w:rsidRPr="00C122D9">
        <w:t>zakázky - stavby</w:t>
      </w:r>
      <w:proofErr w:type="gramEnd"/>
      <w:r w:rsidRPr="00C122D9">
        <w:t xml:space="preserve"> železničních drah v hodnotě nejméně </w:t>
      </w:r>
      <w:r w:rsidR="00180A66" w:rsidRPr="00C122D9">
        <w:rPr>
          <w:b/>
          <w:bCs/>
        </w:rPr>
        <w:t>16 mil.</w:t>
      </w:r>
      <w:r w:rsidRPr="00C122D9">
        <w:rPr>
          <w:b/>
          <w:bCs/>
        </w:rPr>
        <w:t xml:space="preserve"> Kč</w:t>
      </w:r>
      <w:r w:rsidRPr="00C122D9">
        <w:t xml:space="preserve"> bez DPH, jejímž předmětem byla mj. novostavba nebo rekonstrukce </w:t>
      </w:r>
      <w:r w:rsidR="00C122D9" w:rsidRPr="00C122D9">
        <w:rPr>
          <w:b/>
          <w:bCs/>
        </w:rPr>
        <w:t>zabezpečovacího zařízení</w:t>
      </w:r>
      <w:r w:rsidRPr="00C122D9">
        <w:t>, a to v posledních 10 letech před zahájením zadávacího řízení;</w:t>
      </w:r>
    </w:p>
    <w:p w14:paraId="4199BF2D" w14:textId="7E8CE3C4" w:rsidR="000E4762" w:rsidRPr="007F5326" w:rsidRDefault="000E4762" w:rsidP="00B376E4">
      <w:pPr>
        <w:pStyle w:val="Odrka1-2-"/>
      </w:pPr>
      <w:r w:rsidRPr="00C122D9">
        <w:t xml:space="preserve">musí předložit doklad o autorizaci v rozsahu dle § 5 odst. 3 písm. </w:t>
      </w:r>
      <w:r w:rsidR="00B777C0" w:rsidRPr="00C122D9">
        <w:t xml:space="preserve">e) </w:t>
      </w:r>
      <w:r w:rsidRPr="00C122D9">
        <w:t>autorizačního zákona, tedy</w:t>
      </w:r>
      <w:r w:rsidRPr="007F5326">
        <w:t xml:space="preserve"> v oboru </w:t>
      </w:r>
      <w:r w:rsidR="00B777C0" w:rsidRPr="007F5326">
        <w:t>technologická zařízení staveb</w:t>
      </w:r>
      <w:r w:rsidRPr="007F5326">
        <w:t xml:space="preserve">; </w:t>
      </w:r>
    </w:p>
    <w:p w14:paraId="692DAE00" w14:textId="77777777" w:rsidR="000E4762" w:rsidRPr="00A363C4" w:rsidRDefault="000E4762" w:rsidP="0031783A">
      <w:pPr>
        <w:pStyle w:val="Textbezslovn"/>
        <w:numPr>
          <w:ilvl w:val="0"/>
          <w:numId w:val="16"/>
        </w:numPr>
        <w:rPr>
          <w:b/>
        </w:rPr>
      </w:pPr>
      <w:r w:rsidRPr="00A363C4">
        <w:rPr>
          <w:b/>
        </w:rPr>
        <w:t>specialista (vedoucí prací) na zabezpečovací zařízení</w:t>
      </w:r>
    </w:p>
    <w:p w14:paraId="7D6077B7" w14:textId="77777777" w:rsidR="000E4762" w:rsidRPr="00BA20C3" w:rsidRDefault="000E4762" w:rsidP="00B376E4">
      <w:pPr>
        <w:pStyle w:val="Odrka1-2-"/>
      </w:pPr>
      <w:r w:rsidRPr="00A363C4">
        <w:t xml:space="preserve">nejméně 5 let praxe v oboru své specializace </w:t>
      </w:r>
      <w:r w:rsidR="00FF2749" w:rsidRPr="00A363C4">
        <w:t xml:space="preserve">(zabezpečovací zařízení) </w:t>
      </w:r>
      <w:r w:rsidRPr="00A363C4">
        <w:t xml:space="preserve">při </w:t>
      </w:r>
      <w:r w:rsidRPr="00BA20C3">
        <w:t>provádění staveb;</w:t>
      </w:r>
    </w:p>
    <w:p w14:paraId="78DD994B" w14:textId="594F6E1B" w:rsidR="000E4762" w:rsidRPr="00BA20C3" w:rsidRDefault="000E4762" w:rsidP="00B376E4">
      <w:pPr>
        <w:pStyle w:val="Odrka1-2-"/>
      </w:pPr>
      <w:r w:rsidRPr="00BA20C3">
        <w:t xml:space="preserve">zkušenost s realizací alespoň jedné </w:t>
      </w:r>
      <w:proofErr w:type="gramStart"/>
      <w:r w:rsidRPr="00BA20C3">
        <w:t>zakázky - stavby</w:t>
      </w:r>
      <w:proofErr w:type="gramEnd"/>
      <w:r w:rsidRPr="00BA20C3">
        <w:t xml:space="preserve"> železničních drah v hodnotě nejméně </w:t>
      </w:r>
      <w:r w:rsidR="00EA7FBC" w:rsidRPr="00BA20C3">
        <w:rPr>
          <w:b/>
          <w:bCs/>
        </w:rPr>
        <w:t>16 mil.</w:t>
      </w:r>
      <w:r w:rsidRPr="00BA20C3">
        <w:rPr>
          <w:b/>
          <w:bCs/>
        </w:rPr>
        <w:t xml:space="preserve"> Kč </w:t>
      </w:r>
      <w:r w:rsidRPr="00BA20C3">
        <w:t xml:space="preserve">bez DPH, jejímž předmětem byla mj. novostavba nebo rekonstrukce </w:t>
      </w:r>
      <w:r w:rsidRPr="00BA20C3">
        <w:rPr>
          <w:b/>
          <w:bCs/>
        </w:rPr>
        <w:t>zabezpečovacího zařízení</w:t>
      </w:r>
      <w:r w:rsidRPr="00BA20C3">
        <w:t xml:space="preserve"> </w:t>
      </w:r>
      <w:r w:rsidRPr="00BA20C3">
        <w:rPr>
          <w:b/>
          <w:bCs/>
        </w:rPr>
        <w:t>železničních drah</w:t>
      </w:r>
      <w:r w:rsidRPr="00BA20C3">
        <w:t>, a to v posledních 10 letech před zahájením zadávacího řízení;</w:t>
      </w:r>
    </w:p>
    <w:p w14:paraId="684ECF26" w14:textId="57C23E51" w:rsidR="000E4762" w:rsidRPr="00A363C4" w:rsidRDefault="000E4762" w:rsidP="00B376E4">
      <w:pPr>
        <w:pStyle w:val="Odrka1-2-"/>
      </w:pPr>
      <w:r w:rsidRPr="00A363C4">
        <w:t>musí předložit doklad o autorizaci v rozsahu dle § 5 odst. 3 písm. e) autorizačního zákona, tedy v oboru technologická zařízení staveb;</w:t>
      </w:r>
      <w:r w:rsidR="000D58DE" w:rsidRPr="00A363C4">
        <w:t xml:space="preserve"> </w:t>
      </w:r>
    </w:p>
    <w:p w14:paraId="2CC6A92F" w14:textId="77777777" w:rsidR="000E4762" w:rsidRPr="00FE5CA1" w:rsidRDefault="000E4762" w:rsidP="0031783A">
      <w:pPr>
        <w:pStyle w:val="Textbezslovn"/>
        <w:numPr>
          <w:ilvl w:val="0"/>
          <w:numId w:val="16"/>
        </w:numPr>
      </w:pPr>
      <w:r w:rsidRPr="00FE5CA1">
        <w:rPr>
          <w:b/>
        </w:rPr>
        <w:t>specialista (vedoucí prací) na silnoproud</w:t>
      </w:r>
    </w:p>
    <w:p w14:paraId="4A0DC0B6" w14:textId="77777777" w:rsidR="000E4762" w:rsidRPr="00FE5CA1" w:rsidRDefault="000E4762" w:rsidP="00B376E4">
      <w:pPr>
        <w:pStyle w:val="Odrka1-2-"/>
      </w:pPr>
      <w:r w:rsidRPr="00FE5CA1">
        <w:t xml:space="preserve">nejméně 5 let praxe v oboru své specializace </w:t>
      </w:r>
      <w:r w:rsidR="00FF2749" w:rsidRPr="00FE5CA1">
        <w:t xml:space="preserve">(silnoproud) </w:t>
      </w:r>
      <w:r w:rsidRPr="00FE5CA1">
        <w:t>při provádění staveb;</w:t>
      </w:r>
    </w:p>
    <w:p w14:paraId="0CA6EDD2" w14:textId="33FFB44C" w:rsidR="000E4762" w:rsidRPr="00FE5CA1" w:rsidRDefault="000E4762" w:rsidP="00B376E4">
      <w:pPr>
        <w:pStyle w:val="Odrka1-2-"/>
      </w:pPr>
      <w:r w:rsidRPr="00FE5CA1">
        <w:t xml:space="preserve">zkušenost s realizací alespoň jedné </w:t>
      </w:r>
      <w:proofErr w:type="gramStart"/>
      <w:r w:rsidRPr="00FE5CA1">
        <w:t>zakázky - stavby</w:t>
      </w:r>
      <w:proofErr w:type="gramEnd"/>
      <w:r w:rsidRPr="00FE5CA1">
        <w:t xml:space="preserve"> železničních drah v hodnotě nejméně </w:t>
      </w:r>
      <w:r w:rsidR="00FE5CA1" w:rsidRPr="00FE5CA1">
        <w:rPr>
          <w:b/>
          <w:bCs/>
        </w:rPr>
        <w:t>2 mil.</w:t>
      </w:r>
      <w:r w:rsidRPr="00FE5CA1">
        <w:rPr>
          <w:b/>
          <w:bCs/>
        </w:rPr>
        <w:t xml:space="preserve"> Kč</w:t>
      </w:r>
      <w:r w:rsidRPr="00FE5CA1">
        <w:t xml:space="preserve"> bez DPH, jejímž předmětem byla mj. novostavba nebo rekonstrukce </w:t>
      </w:r>
      <w:r w:rsidRPr="00FE5CA1">
        <w:rPr>
          <w:b/>
          <w:bCs/>
        </w:rPr>
        <w:t>silnoproudých zařízení železničních drah</w:t>
      </w:r>
      <w:r w:rsidRPr="00FE5CA1">
        <w:t>, a to v posledních 10 letech před zahájením zadávacího řízení;</w:t>
      </w:r>
    </w:p>
    <w:p w14:paraId="7AFE53BF" w14:textId="2C575C2F" w:rsidR="000E4762" w:rsidRPr="00A363C4" w:rsidRDefault="000E4762" w:rsidP="00B376E4">
      <w:pPr>
        <w:pStyle w:val="Odrka1-2-"/>
      </w:pPr>
      <w:r w:rsidRPr="00A363C4">
        <w:t>musí předložit doklad o autorizaci v rozsahu dle § 5 odst. 3 písm. e) autorizačního zákona, tedy v oboru technologická zařízení staveb</w:t>
      </w:r>
      <w:r w:rsidR="00B376E4" w:rsidRPr="00A363C4">
        <w:t>;</w:t>
      </w:r>
      <w:r w:rsidR="000D58DE" w:rsidRPr="00A363C4">
        <w:t xml:space="preserve"> </w:t>
      </w:r>
    </w:p>
    <w:p w14:paraId="65D2CD03" w14:textId="77777777" w:rsidR="000E4762" w:rsidRPr="00C47112" w:rsidRDefault="000E4762" w:rsidP="0031783A">
      <w:pPr>
        <w:pStyle w:val="Textbezslovn"/>
        <w:numPr>
          <w:ilvl w:val="0"/>
          <w:numId w:val="16"/>
        </w:numPr>
        <w:rPr>
          <w:b/>
        </w:rPr>
      </w:pPr>
      <w:r w:rsidRPr="00C47112">
        <w:rPr>
          <w:b/>
        </w:rPr>
        <w:t>osoba odpovědná za kontrolu kvality</w:t>
      </w:r>
    </w:p>
    <w:p w14:paraId="74DA6B90" w14:textId="77777777" w:rsidR="000E4762" w:rsidRPr="00C47112" w:rsidRDefault="000E4762" w:rsidP="00B376E4">
      <w:pPr>
        <w:pStyle w:val="Odrka1-2-"/>
      </w:pPr>
      <w:r w:rsidRPr="00C47112">
        <w:t>nejméně 5 let praxe v oboru kontroly kvality, se znalostí ověřování kvality stavebních materiálů;</w:t>
      </w:r>
    </w:p>
    <w:p w14:paraId="7A5D614E" w14:textId="77777777" w:rsidR="000E4762" w:rsidRPr="00C47112" w:rsidRDefault="000E4762" w:rsidP="0031783A">
      <w:pPr>
        <w:pStyle w:val="Textbezslovn"/>
        <w:numPr>
          <w:ilvl w:val="0"/>
          <w:numId w:val="16"/>
        </w:numPr>
        <w:rPr>
          <w:b/>
        </w:rPr>
      </w:pPr>
      <w:r w:rsidRPr="00C47112">
        <w:rPr>
          <w:b/>
        </w:rPr>
        <w:t>osoba odpovědná za bezpečnost a ochranu zdraví při práci</w:t>
      </w:r>
    </w:p>
    <w:p w14:paraId="7E223028" w14:textId="6DF53E93" w:rsidR="000E4762" w:rsidRPr="00C47112" w:rsidRDefault="000E4762" w:rsidP="00B376E4">
      <w:pPr>
        <w:pStyle w:val="Odrka1-2-"/>
      </w:pPr>
      <w:r w:rsidRPr="00C47112">
        <w:t>nejméně 5 let praxe v oboru bezpečnosti a ochrany zdraví při práci</w:t>
      </w:r>
      <w:r w:rsidR="003939E3">
        <w:t>.</w:t>
      </w:r>
    </w:p>
    <w:p w14:paraId="1ACA9C7A" w14:textId="2176A1BB"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9E1BE92" w14:textId="03405925"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9F56E47" w14:textId="77777777" w:rsidR="00A1408E" w:rsidRDefault="00A1408E" w:rsidP="00A1408E">
      <w:pPr>
        <w:pStyle w:val="Textbezslovn"/>
      </w:pPr>
      <w:r w:rsidRPr="00F84A4D">
        <w:t xml:space="preserve">Ohledně požadavku na prokázání zkušenosti ve funkci </w:t>
      </w:r>
      <w:r w:rsidRPr="00F84A4D">
        <w:rPr>
          <w:b/>
        </w:rPr>
        <w:t>vedoucího týmu</w:t>
      </w:r>
      <w:r w:rsidRPr="00F84A4D">
        <w:t xml:space="preserve"> u referenčních zakázek na projektové práce zadavatel pro odstranění pochybností upřesňuje, že za vedoucího týmu považuje osobu, jež je pověřena koordinací při zpracování dokumentace.  Ve smyslu § 113 odst. 2 zákona č. 183/2006 Sb., o územním plánování a stavebním řádu (stavební zákon), ve znění pozdějších předpisů, a ve smyslu § 14 písm. c) zákona č. 283/2021 Sb., stavební zákon, ve znění pozdějších předpisů, se jedná o osobu hlavního projektanta. Za vedoucího týmu je tedy považován např. hlavní projektant, hlavní inženýr projektu či manažer projektu, může jím však být i jinak označená osoba splňující výše uvedené parametry.</w:t>
      </w:r>
      <w:r>
        <w:t xml:space="preserve">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 xml:space="preserve">stavby. V této lhůtě tyto referenční stavby </w:t>
      </w:r>
      <w:r>
        <w:lastRenderedPageBreak/>
        <w:t>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1EB92406"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9C07A7">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lastRenderedPageBreak/>
        <w:t>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64BA6E35" w14:textId="5A76BD30" w:rsidR="0035531B" w:rsidRDefault="00C3744F" w:rsidP="0006499F">
      <w:pPr>
        <w:pStyle w:val="Textbezslovn"/>
      </w:pPr>
      <w: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lastRenderedPageBreak/>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w:t>
      </w:r>
      <w:r>
        <w:lastRenderedPageBreak/>
        <w:t>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1C12823E"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w:t>
      </w:r>
      <w:r w:rsidR="00845C50">
        <w:lastRenderedPageBreak/>
        <w:t>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BB00F0A" w14:textId="6624B60A" w:rsidR="00632DF3" w:rsidRDefault="001F08F9" w:rsidP="0006499F">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rsidR="00696B9C">
        <w:t>pokud z</w:t>
      </w:r>
      <w:r w:rsidR="00371B6B" w:rsidRPr="00C66878">
        <w:t xml:space="preserve"> obsahu smlouvy nebo potvrzení o její existenci vyplývá závazek jiné osoby plnit veřejnou zakázku </w:t>
      </w:r>
      <w:r w:rsidR="00371B6B" w:rsidRPr="00C66878">
        <w:rPr>
          <w:b/>
        </w:rPr>
        <w:t>společně a nerozdílně s dodavatelem</w:t>
      </w:r>
      <w:r w:rsidR="0035531B">
        <w:t xml:space="preserve">. </w:t>
      </w:r>
      <w:r w:rsidR="00632DF3">
        <w:t>To však neplatí, pokud smlouva nebo potvrzení o její existenci musí splňovat požadavky podle následující odrážky.</w:t>
      </w:r>
    </w:p>
    <w:p w14:paraId="3417676F" w14:textId="044239CD"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0742E555"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3940F9">
        <w:t>2 ZZVZ</w:t>
      </w:r>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3" w:name="_Toc198717590"/>
      <w:r>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lastRenderedPageBreak/>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0152D075" w14:textId="5F6C3DBB" w:rsidR="00645BDD" w:rsidRDefault="00645BDD" w:rsidP="00F203F0">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00F5585C" w:rsidRPr="00F5585C">
        <w:t>zjednodušené dokumentace ve stádiu 2</w:t>
      </w:r>
      <w:r w:rsidR="001535F1">
        <w:t xml:space="preserve">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6559FBA" w14:textId="5B64CD49"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w:t>
      </w:r>
      <w:r>
        <w:lastRenderedPageBreak/>
        <w:t>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4557C0B6"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3E0C83">
        <w:t>doručená,</w:t>
      </w:r>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17055396" w14:textId="476052D0" w:rsidR="00645BDD" w:rsidRPr="001247F4" w:rsidRDefault="00645BDD" w:rsidP="001247F4">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4" w:name="_Toc198717591"/>
      <w:r>
        <w:lastRenderedPageBreak/>
        <w:t>PROHLÍDKA MÍSTA PLNĚNÍ (STAVENIŠTĚ)</w:t>
      </w:r>
      <w:bookmarkEnd w:id="14"/>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5" w:name="_Toc198717592"/>
      <w:r>
        <w:t>JAZYK NABÍDEK</w:t>
      </w:r>
      <w:r w:rsidR="007F7463" w:rsidRPr="007F7463">
        <w:t xml:space="preserve"> </w:t>
      </w:r>
      <w:r w:rsidR="007F7463">
        <w:t>A KOMUNIKAČNÍ JAZYK</w:t>
      </w:r>
      <w:bookmarkEnd w:id="15"/>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6" w:name="_Toc198717593"/>
      <w:r>
        <w:t>OBSAH</w:t>
      </w:r>
      <w:r w:rsidR="00845C50">
        <w:t xml:space="preserve"> a </w:t>
      </w:r>
      <w:r>
        <w:t>PODÁVÁNÍ NABÍDEK</w:t>
      </w:r>
      <w:bookmarkEnd w:id="16"/>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2"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17C54389"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3"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243A2F">
        <w:t>50 MB</w:t>
      </w:r>
      <w:r>
        <w:t xml:space="preserve"> za jeden takový soubor, </w:t>
      </w:r>
      <w:r>
        <w:lastRenderedPageBreak/>
        <w:t xml:space="preserve">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24DAC6D3" w14:textId="4C9A2AD5"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2A2ACCC2" w:rsidR="00177A1C" w:rsidRDefault="00177A1C" w:rsidP="00177A1C">
      <w:pPr>
        <w:pStyle w:val="Text1-1"/>
      </w:pPr>
      <w:r>
        <w:t xml:space="preserve">Nabídky podané po uplynutí lhůty pro podání nabídky nebo podané </w:t>
      </w:r>
      <w:r w:rsidR="00243A2F">
        <w:t>jiným</w:t>
      </w:r>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w:t>
      </w:r>
      <w:r>
        <w:lastRenderedPageBreak/>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7" w:name="_Toc198717594"/>
      <w:r>
        <w:t>POŽADAVKY NA ZPRACOVÁNÍ NABÍDKOVÉ CENY</w:t>
      </w:r>
      <w:bookmarkEnd w:id="17"/>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4B743F9A"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184C326E" w14:textId="00F09C6D" w:rsidR="0035531B" w:rsidRDefault="00A5091E" w:rsidP="00A5091E">
      <w:pPr>
        <w:pStyle w:val="Text1-1"/>
      </w:pPr>
      <w:r>
        <w:t xml:space="preserve">Nabídková cena bude v Dopise nabídky uvedena v Kč bez DPH, a to jako součet ceny za zpracování projektové dokumentace bez DPH, ceny za výkon dozoru </w:t>
      </w:r>
      <w:r w:rsidR="0089478B">
        <w:t xml:space="preserve">projektanta </w:t>
      </w:r>
      <w:r>
        <w:t>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3E375CE2" w14:textId="77777777" w:rsidR="0035531B" w:rsidRDefault="0035531B" w:rsidP="007038DC">
      <w:pPr>
        <w:pStyle w:val="Nadpis1-1"/>
      </w:pPr>
      <w:bookmarkStart w:id="18" w:name="_Toc198717595"/>
      <w:r>
        <w:t>VARIANTY NABÍDKY</w:t>
      </w:r>
      <w:bookmarkEnd w:id="18"/>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9" w:name="_Toc198717596"/>
      <w:r>
        <w:lastRenderedPageBreak/>
        <w:t>OTEVÍRÁNÍ NABÍDEK</w:t>
      </w:r>
      <w:bookmarkEnd w:id="19"/>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0" w:name="_Toc198717597"/>
      <w:r>
        <w:t>POSOUZENÍ SPLNĚNÍ PODMÍNEK ÚČASTI</w:t>
      </w:r>
      <w:bookmarkEnd w:id="20"/>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1" w:name="_Toc198717598"/>
      <w:r>
        <w:t>HODNOCENÍ NABÍDEK</w:t>
      </w:r>
      <w:bookmarkEnd w:id="21"/>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2" w:name="_Toc198717599"/>
      <w:r>
        <w:t>ZRUŠENÍ ZADÁVACÍHO ŘÍZENÍ</w:t>
      </w:r>
      <w:bookmarkEnd w:id="22"/>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64F3CF4" w14:textId="1EE4B0E5"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273749">
        <w:t>.</w:t>
      </w:r>
      <w:r w:rsidR="001A4B1E" w:rsidRPr="001A4B1E">
        <w:t xml:space="preserve"> </w:t>
      </w:r>
    </w:p>
    <w:p w14:paraId="28E1FF09" w14:textId="77777777" w:rsidR="0035531B" w:rsidRDefault="0035531B" w:rsidP="007038DC">
      <w:pPr>
        <w:pStyle w:val="Nadpis1-1"/>
      </w:pPr>
      <w:bookmarkStart w:id="23" w:name="_Toc198717600"/>
      <w:r>
        <w:t>UZAVŘENÍ SMLOUVY</w:t>
      </w:r>
      <w:bookmarkEnd w:id="23"/>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48631799"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4"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r w:rsidR="004A57FA" w:rsidRPr="00811F25">
        <w:t>211 ZZVZ</w:t>
      </w:r>
      <w:r w:rsidRPr="00811F25">
        <w:t xml:space="preserve">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w:t>
      </w:r>
      <w:r>
        <w:lastRenderedPageBreak/>
        <w:t>s plněním pracovních povinností ve věcech spojených s realizací předmětu plnění veřejné zakázky;</w:t>
      </w:r>
    </w:p>
    <w:p w14:paraId="731D8E4A" w14:textId="77777777" w:rsidR="001A4B1E" w:rsidRPr="007E5806" w:rsidRDefault="001A4B1E" w:rsidP="009F15E5">
      <w:pPr>
        <w:pStyle w:val="Odrka1-1"/>
      </w:pPr>
      <w:r>
        <w:t xml:space="preserve">vybraným dodavatelem vyplněné Přílohy č. </w:t>
      </w:r>
      <w:r w:rsidR="00800164">
        <w:t>3</w:t>
      </w:r>
      <w:r>
        <w:t xml:space="preserve"> Smlouvy o dílo s názvem Seznam </w:t>
      </w:r>
      <w:r w:rsidRPr="007E5806">
        <w:t>poddodavatelů, a to ve formátu umožňujícím editaci;</w:t>
      </w:r>
    </w:p>
    <w:p w14:paraId="2C8433E5" w14:textId="0E80CE4E" w:rsidR="001A4B1E" w:rsidRPr="007E5806" w:rsidRDefault="001A4B1E" w:rsidP="009F15E5">
      <w:pPr>
        <w:pStyle w:val="Odrka1-1"/>
      </w:pPr>
      <w:r w:rsidRPr="007E5806">
        <w:t xml:space="preserve">kopií </w:t>
      </w:r>
      <w:r w:rsidR="001C6C39" w:rsidRPr="007E5806">
        <w:t xml:space="preserve">smluv s poddodavateli nebo poddodavateli podepsaných potvrzení o jejich existenci nebo </w:t>
      </w:r>
      <w:r w:rsidRPr="007E5806">
        <w:t xml:space="preserve">písemných závazků poddodavatelů uvedených v Příloze č. </w:t>
      </w:r>
      <w:r w:rsidR="00800164" w:rsidRPr="007E5806">
        <w:t>3</w:t>
      </w:r>
      <w:r w:rsidRPr="007E5806">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rsidRPr="007E5806">
        <w:t>3</w:t>
      </w:r>
      <w:r w:rsidRPr="007E5806">
        <w:t xml:space="preserve"> Smlouvy o dílo souhlasí se svým budoucím zapojením do plnění předmětu veřejné zakázky a jsou připraveni své konkrétně specifikované plnění poskytnout;</w:t>
      </w:r>
    </w:p>
    <w:p w14:paraId="313EF1AF" w14:textId="2A9309B4"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6F447889" w14:textId="77777777" w:rsidR="007B1885" w:rsidRDefault="001A4B1E" w:rsidP="007B1885">
      <w:pPr>
        <w:pStyle w:val="Odrka1-1"/>
      </w:pPr>
      <w:r>
        <w:t xml:space="preserve">kopie pověření Ministerstva dopravy ČR k provádění technických prohlídek a zkoušek určených technických zařízení (UTZ) dle § 47 odst. 4 zákona č. 266/1994 Sb., o drahách, ve znění pozdějších předpisů, a to </w:t>
      </w:r>
      <w:proofErr w:type="gramStart"/>
      <w:r w:rsidRPr="002A0B20">
        <w:t>elektrických</w:t>
      </w:r>
      <w:r>
        <w:t xml:space="preserve"> </w:t>
      </w:r>
      <w:r w:rsidR="009F15E5">
        <w:t xml:space="preserve"> </w:t>
      </w:r>
      <w:r>
        <w:t>UTZ</w:t>
      </w:r>
      <w:proofErr w:type="gramEnd"/>
      <w:r>
        <w:t xml:space="preserve"> železničních drah v rozsahu: </w:t>
      </w:r>
    </w:p>
    <w:p w14:paraId="243837DE" w14:textId="63E8A666" w:rsidR="007B1885" w:rsidRPr="007B1885" w:rsidRDefault="007B1885" w:rsidP="007B1885">
      <w:pPr>
        <w:pStyle w:val="Odrka1-3"/>
      </w:pPr>
      <w:r w:rsidRPr="007B1885">
        <w:t>zabezpečovací zařízení, jehož elektrické obvody plní funkci přímého zajišťování bezpečnosti drážní dopravy,</w:t>
      </w:r>
    </w:p>
    <w:p w14:paraId="1BC3F706" w14:textId="77777777" w:rsidR="007B1885" w:rsidRPr="007B1885" w:rsidRDefault="007B1885" w:rsidP="007B1885">
      <w:pPr>
        <w:pStyle w:val="Odrka1-3"/>
      </w:pPr>
      <w:r w:rsidRPr="007B1885">
        <w:t>elektrické sítě drah a elektrické rozvody drah.</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 xml:space="preserve">Zadavatel vyloučí vybraného dodavatele, je-li českou právnickou osobou, která má skutečného majitele, pokud nebylo možné zjistit údaje o jeho skutečném majiteli z </w:t>
      </w:r>
      <w:r>
        <w:lastRenderedPageBreak/>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65E80AAA" w:rsidR="001A4B1E" w:rsidRDefault="001A4B1E" w:rsidP="001A4B1E">
      <w:pPr>
        <w:pStyle w:val="Text1-1"/>
      </w:pPr>
      <w:r>
        <w:t xml:space="preserve">Zadavatel u vybraného dodavatele ověří naplnění důvodu pro vyloučení podle § 48 odst. 7 ZZVZ. Vybraný dodavatel, který je </w:t>
      </w:r>
      <w:r w:rsidR="00EA259C">
        <w:t xml:space="preserve">zahraniční právnickou osobou a který je </w:t>
      </w:r>
      <w:r>
        <w:t>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7B0852D5" w:rsidR="00555747" w:rsidRDefault="00555747" w:rsidP="001A4B1E">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w:t>
      </w:r>
      <w:r w:rsidRPr="00FE49D0">
        <w:t>ované dle čl. 8.11 těchto Pokynů</w:t>
      </w:r>
      <w:r>
        <w:t xml:space="preserve"> ve vztahu k této jiné osobě.</w:t>
      </w:r>
    </w:p>
    <w:p w14:paraId="73A0951A" w14:textId="77777777" w:rsidR="0035531B" w:rsidRDefault="0035531B" w:rsidP="00B77C6D">
      <w:pPr>
        <w:pStyle w:val="Nadpis1-1"/>
      </w:pPr>
      <w:bookmarkStart w:id="24" w:name="_Toc198717601"/>
      <w:r>
        <w:t>OCHRANA INFORMACÍ</w:t>
      </w:r>
      <w:bookmarkEnd w:id="24"/>
    </w:p>
    <w:p w14:paraId="7284F21D" w14:textId="728E6185"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xml:space="preserve">.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w:t>
      </w:r>
      <w:r>
        <w:lastRenderedPageBreak/>
        <w:t>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5" w:name="_Toc198717602"/>
      <w:r>
        <w:t>ZADÁVACÍ LHŮTA</w:t>
      </w:r>
      <w:r w:rsidR="00845C50">
        <w:t xml:space="preserve"> </w:t>
      </w:r>
      <w:r w:rsidR="00092CC9">
        <w:t>A</w:t>
      </w:r>
      <w:r w:rsidR="00845C50">
        <w:t> </w:t>
      </w:r>
      <w:r>
        <w:t>JISTOTA ZA NABÍDKU</w:t>
      </w:r>
      <w:bookmarkEnd w:id="25"/>
    </w:p>
    <w:p w14:paraId="35CA9D15" w14:textId="11EE1884" w:rsidR="0035531B" w:rsidRDefault="001C6C39"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38F8F9C8" w14:textId="2F9EADA8"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C5EDB">
        <w:rPr>
          <w:b/>
        </w:rPr>
        <w:t>1 300 000,-</w:t>
      </w:r>
      <w:r w:rsidRPr="00FD0C16">
        <w:rPr>
          <w:b/>
        </w:rPr>
        <w:t>Kč</w:t>
      </w:r>
      <w:r>
        <w:t xml:space="preserve"> (slovy: </w:t>
      </w:r>
      <w:r w:rsidR="00BC5EDB">
        <w:t>jeden milion tři</w:t>
      </w:r>
      <w:r w:rsidR="002E014A">
        <w:t xml:space="preserve"> </w:t>
      </w:r>
      <w:r w:rsidR="00BC5EDB">
        <w:t>sta tisíc</w:t>
      </w:r>
      <w:r>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6FE6949A"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993BE3" w:rsidRPr="00993BE3">
        <w:t>30007-22307011/0710 Česká národní banka, Na příkopě 864/28, Praha 1</w:t>
      </w:r>
      <w:r>
        <w:t xml:space="preserve">, variabilní symbol </w:t>
      </w:r>
      <w:r w:rsidR="00135D5C" w:rsidRPr="00135D5C">
        <w:t>5213510014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6" w:name="_Toc198717603"/>
      <w:r>
        <w:t>SOCIÁLNĚ A ENVIRO</w:t>
      </w:r>
      <w:r w:rsidR="00872683">
        <w:t>N</w:t>
      </w:r>
      <w:r>
        <w:t>MENTÁLNĚ ODPOVĚDNÉ ZADÁVÁNÍ, INOVACE</w:t>
      </w:r>
      <w:bookmarkEnd w:id="26"/>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77777777" w:rsidR="001B40E6" w:rsidRPr="0038184A" w:rsidRDefault="001B40E6" w:rsidP="001B40E6">
      <w:pPr>
        <w:pStyle w:val="Odrka1-1"/>
      </w:pPr>
      <w:r w:rsidRPr="0038184A">
        <w:t>studentské exkurze,</w:t>
      </w:r>
    </w:p>
    <w:p w14:paraId="029A1986" w14:textId="2AB207CB" w:rsidR="00872683" w:rsidRDefault="00872683" w:rsidP="001B40E6">
      <w:pPr>
        <w:pStyle w:val="Odrka1-1"/>
      </w:pPr>
      <w:r>
        <w:t>majetkoprávní vypořádání vedené v majetkoprávní aplikaci</w:t>
      </w:r>
      <w:r w:rsidR="00A64CD1">
        <w:t>.</w:t>
      </w:r>
    </w:p>
    <w:p w14:paraId="5D4AFBFD" w14:textId="42B91E18"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7A5CD9">
        <w:t>16</w:t>
      </w:r>
      <w:r w:rsidRPr="009657CD">
        <w:t xml:space="preserve"> závazného</w:t>
      </w:r>
      <w:r>
        <w:t xml:space="preserve"> vzoru Smlouvy o dílo, jež tvoří díl 2, část 1 zadávací dokumentace.</w:t>
      </w:r>
    </w:p>
    <w:p w14:paraId="5B20B741" w14:textId="613BA32B"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198717604"/>
      <w:r>
        <w:t>Další zadávací podmínky v návaznosti na</w:t>
      </w:r>
      <w:bookmarkEnd w:id="27"/>
      <w:bookmarkEnd w:id="28"/>
      <w:bookmarkEnd w:id="29"/>
      <w:bookmarkEnd w:id="30"/>
      <w:r w:rsidR="00824843" w:rsidRPr="00824843">
        <w:t xml:space="preserve"> </w:t>
      </w:r>
      <w:r w:rsidR="00824843">
        <w:t>MEZINÁRODNÍ sankce, zákaz zadání veřejné zakázky</w:t>
      </w:r>
      <w:bookmarkEnd w:id="31"/>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w:t>
      </w:r>
      <w:r w:rsidRPr="00666E83">
        <w:rPr>
          <w:rFonts w:eastAsia="Verdana" w:cstheme="majorBidi"/>
          <w:noProof/>
          <w:szCs w:val="26"/>
        </w:rPr>
        <w:lastRenderedPageBreak/>
        <w:t xml:space="preserve">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2" w:name="_Toc198717605"/>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31B78E27" w:rsidR="0035531B" w:rsidRDefault="0035531B" w:rsidP="00564DDD">
      <w:pPr>
        <w:pStyle w:val="Textbezslovn"/>
        <w:tabs>
          <w:tab w:val="left" w:pos="2127"/>
        </w:tabs>
        <w:spacing w:after="0"/>
        <w:ind w:left="2127" w:hanging="1390"/>
      </w:pPr>
      <w:r>
        <w:t>Příloha č. 10</w:t>
      </w:r>
      <w:r>
        <w:tab/>
      </w:r>
      <w:r w:rsidR="00F25A9D">
        <w:t>Neobsazeno</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3DCB5E7F" w14:textId="28A5F183"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4"/>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175E2BDC" w:rsidR="0035531B" w:rsidRDefault="005C4086" w:rsidP="005C4086">
      <w:pPr>
        <w:pStyle w:val="Textbezslovn"/>
        <w:ind w:left="0"/>
      </w:pPr>
      <w:r w:rsidRPr="004F03BF">
        <w:t xml:space="preserve">Dodavatel uvede informaci, zda je kótován na burze cenných papírů </w:t>
      </w:r>
      <w:r w:rsidRPr="004F03BF">
        <w:rPr>
          <w:highlight w:val="yellow"/>
        </w:rPr>
        <w:t>[Ano/Ne DOPLNÍ DODAVATEL]</w:t>
      </w:r>
      <w:r w:rsidR="0035531B">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5"/>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2B1DFCAF" w:rsidR="0035531B" w:rsidRDefault="008C2A5B"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posledn</w:t>
            </w:r>
            <w:r w:rsidR="00F265BD" w:rsidRPr="0031295A">
              <w:rPr>
                <w:b/>
              </w:rPr>
              <w:t>í</w:t>
            </w:r>
            <w:r w:rsidRPr="0031295A">
              <w:rPr>
                <w:b/>
              </w:rPr>
              <w:t>ch</w:t>
            </w:r>
            <w:r w:rsidR="00F265BD" w:rsidRPr="0031295A">
              <w:rPr>
                <w:b/>
              </w:rPr>
              <w:t xml:space="preserve"> </w:t>
            </w:r>
            <w:r w:rsidRPr="0031295A">
              <w:rPr>
                <w:b/>
              </w:rPr>
              <w:t>5</w:t>
            </w:r>
            <w:r w:rsidR="00F265BD" w:rsidRPr="0031295A">
              <w:rPr>
                <w:b/>
              </w:rPr>
              <w:t xml:space="preserve"> </w:t>
            </w:r>
            <w:r w:rsidRPr="0031295A">
              <w:rPr>
                <w:b/>
              </w:rPr>
              <w:t>let</w:t>
            </w:r>
            <w:r w:rsidR="00F265BD" w:rsidRPr="00AD792A">
              <w:rPr>
                <w:b/>
              </w:rPr>
              <w:t xml:space="preserve"> v Kč***</w:t>
            </w:r>
            <w:r w:rsidR="00F265BD">
              <w:rPr>
                <w:b/>
              </w:rPr>
              <w:t xml:space="preserve"> </w:t>
            </w:r>
            <w:r w:rsidR="00F265BD" w:rsidRPr="00AD792A">
              <w:rPr>
                <w:b/>
              </w:rPr>
              <w:t>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které dodavatel poskytl** za posledn</w:t>
            </w:r>
            <w:r w:rsidR="00102765" w:rsidRPr="0031295A">
              <w:rPr>
                <w:b/>
              </w:rPr>
              <w:t>ích 5</w:t>
            </w:r>
            <w:r w:rsidR="00102765" w:rsidRPr="00AD792A">
              <w:rPr>
                <w:b/>
              </w:rPr>
              <w:t xml:space="preserve"> let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2147E149"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7"/>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7A908A0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216F29A9" w14:textId="77777777" w:rsidR="00CB19E0" w:rsidRDefault="0035531B" w:rsidP="001E651D">
      <w:pPr>
        <w:pStyle w:val="Nadpisbezsl1-1"/>
      </w:pPr>
      <w:r>
        <w:lastRenderedPageBreak/>
        <w:t>Příloha č. 10</w:t>
      </w:r>
      <w:r w:rsidR="00F25A9D">
        <w:t xml:space="preserve"> </w:t>
      </w:r>
    </w:p>
    <w:p w14:paraId="0916261E" w14:textId="077B54C1" w:rsidR="0035531B" w:rsidRDefault="00F25A9D" w:rsidP="001E651D">
      <w:pPr>
        <w:pStyle w:val="Nadpisbezsl1-1"/>
      </w:pPr>
      <w:r>
        <w:t>NEOBSAZENO</w:t>
      </w:r>
    </w:p>
    <w:p w14:paraId="4D388E0B" w14:textId="740FFEAB" w:rsidR="00CB19E0" w:rsidRDefault="00CB19E0">
      <w:pPr>
        <w:rPr>
          <w:rFonts w:asciiTheme="majorHAnsi" w:hAnsiTheme="majorHAnsi"/>
          <w:b/>
          <w:caps/>
          <w:sz w:val="22"/>
        </w:rPr>
      </w:pPr>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7C4B1F5D"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761FC" w:rsidRPr="001761FC">
        <w:rPr>
          <w:b/>
        </w:rPr>
        <w:t xml:space="preserve">Optimalizace trati </w:t>
      </w:r>
      <w:proofErr w:type="spellStart"/>
      <w:r w:rsidR="001761FC" w:rsidRPr="001761FC">
        <w:rPr>
          <w:b/>
        </w:rPr>
        <w:t>Odb</w:t>
      </w:r>
      <w:proofErr w:type="spellEnd"/>
      <w:r w:rsidR="001761FC" w:rsidRPr="001761FC">
        <w:rPr>
          <w:b/>
        </w:rPr>
        <w:t>. Berounka (včetně) – Karlštejn (včetně) - 1.etapa: Úprava TZZ v úseku Radotín – Dobřichovice</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D290A" w14:textId="77777777" w:rsidR="001747E1" w:rsidRDefault="001747E1" w:rsidP="00962258">
      <w:pPr>
        <w:spacing w:after="0" w:line="240" w:lineRule="auto"/>
      </w:pPr>
      <w:r>
        <w:separator/>
      </w:r>
    </w:p>
  </w:endnote>
  <w:endnote w:type="continuationSeparator" w:id="0">
    <w:p w14:paraId="2BBAF73B" w14:textId="77777777" w:rsidR="001747E1" w:rsidRDefault="001747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F1" w14:paraId="60EC2784" w14:textId="77777777" w:rsidTr="00EB46E5">
      <w:tc>
        <w:tcPr>
          <w:tcW w:w="1361" w:type="dxa"/>
          <w:tcMar>
            <w:left w:w="0" w:type="dxa"/>
            <w:right w:w="0" w:type="dxa"/>
          </w:tcMar>
          <w:vAlign w:val="bottom"/>
        </w:tcPr>
        <w:p w14:paraId="7FD653E1" w14:textId="74467E29" w:rsidR="008E1DF1" w:rsidRPr="00B8518B" w:rsidRDefault="008E1D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BC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BC8">
            <w:rPr>
              <w:rStyle w:val="slostrnky"/>
              <w:noProof/>
            </w:rPr>
            <w:t>62</w:t>
          </w:r>
          <w:r w:rsidRPr="00B8518B">
            <w:rPr>
              <w:rStyle w:val="slostrnky"/>
            </w:rPr>
            <w:fldChar w:fldCharType="end"/>
          </w:r>
        </w:p>
      </w:tc>
      <w:tc>
        <w:tcPr>
          <w:tcW w:w="284" w:type="dxa"/>
          <w:shd w:val="clear" w:color="auto" w:fill="auto"/>
          <w:tcMar>
            <w:left w:w="0" w:type="dxa"/>
            <w:right w:w="0" w:type="dxa"/>
          </w:tcMar>
        </w:tcPr>
        <w:p w14:paraId="5C5CD007" w14:textId="77777777" w:rsidR="008E1DF1" w:rsidRDefault="008E1DF1" w:rsidP="00B8518B">
          <w:pPr>
            <w:pStyle w:val="Zpat"/>
          </w:pPr>
        </w:p>
      </w:tc>
      <w:tc>
        <w:tcPr>
          <w:tcW w:w="425" w:type="dxa"/>
          <w:shd w:val="clear" w:color="auto" w:fill="auto"/>
          <w:tcMar>
            <w:left w:w="0" w:type="dxa"/>
            <w:right w:w="0" w:type="dxa"/>
          </w:tcMar>
        </w:tcPr>
        <w:p w14:paraId="6FA58EF5" w14:textId="77777777" w:rsidR="008E1DF1" w:rsidRDefault="008E1DF1" w:rsidP="00B8518B">
          <w:pPr>
            <w:pStyle w:val="Zpat"/>
          </w:pPr>
        </w:p>
      </w:tc>
      <w:tc>
        <w:tcPr>
          <w:tcW w:w="8505" w:type="dxa"/>
        </w:tcPr>
        <w:p w14:paraId="3D6A34DB" w14:textId="1DCB9FAC" w:rsidR="008E1DF1" w:rsidRDefault="008E1DF1" w:rsidP="00EB46E5">
          <w:pPr>
            <w:pStyle w:val="Zpat0"/>
          </w:pPr>
          <w:r w:rsidRPr="00A1453D">
            <w:t>„</w:t>
          </w:r>
          <w:r w:rsidR="00A1453D" w:rsidRPr="00A1453D">
            <w:t xml:space="preserve">Optimalizace trati </w:t>
          </w:r>
          <w:proofErr w:type="spellStart"/>
          <w:r w:rsidR="00A1453D" w:rsidRPr="00A1453D">
            <w:t>Odb</w:t>
          </w:r>
          <w:proofErr w:type="spellEnd"/>
          <w:r w:rsidR="00A1453D" w:rsidRPr="00A1453D">
            <w:t>. Berounka (včetně) – Karlštejn (včetně)“ - 1.etapa: Úprava TZZ v úseku Radotín – Dobřichovice</w:t>
          </w:r>
        </w:p>
        <w:p w14:paraId="2E7A861C" w14:textId="77777777" w:rsidR="008E1DF1" w:rsidRDefault="008E1DF1"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8E1DF1" w:rsidRDefault="008E1DF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8E1DF1" w:rsidRPr="00B8518B" w:rsidRDefault="008E1D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162F" w14:textId="77777777" w:rsidR="008E1DF1" w:rsidRPr="00B8518B" w:rsidRDefault="008E1DF1" w:rsidP="00460660">
    <w:pPr>
      <w:pStyle w:val="Zpat"/>
      <w:rPr>
        <w:sz w:val="2"/>
        <w:szCs w:val="2"/>
      </w:rPr>
    </w:pPr>
  </w:p>
  <w:p w14:paraId="1DBEF0ED" w14:textId="77777777" w:rsidR="008E1DF1" w:rsidRPr="00460660" w:rsidRDefault="008E1D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73E13" w14:textId="77777777" w:rsidR="001747E1" w:rsidRDefault="001747E1" w:rsidP="00962258">
      <w:pPr>
        <w:spacing w:after="0" w:line="240" w:lineRule="auto"/>
      </w:pPr>
      <w:r>
        <w:separator/>
      </w:r>
    </w:p>
  </w:footnote>
  <w:footnote w:type="continuationSeparator" w:id="0">
    <w:p w14:paraId="56F535D6" w14:textId="77777777" w:rsidR="001747E1" w:rsidRDefault="001747E1" w:rsidP="00962258">
      <w:pPr>
        <w:spacing w:after="0" w:line="240" w:lineRule="auto"/>
      </w:pPr>
      <w:r>
        <w:continuationSeparator/>
      </w:r>
    </w:p>
  </w:footnote>
  <w:footnote w:id="1">
    <w:p w14:paraId="59B4486F" w14:textId="5A85D619" w:rsidR="008E1DF1" w:rsidRDefault="008E1DF1"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00DE0C4D">
        <w:t>, vyhl. č. 227/2024 Sb., o rozsahu a obsahu projektové dokumentace staveb dopravní infrastruktury, ve znění pozdějších předpisů</w:t>
      </w:r>
      <w:r w:rsidR="00DE0C4D" w:rsidRPr="00307641">
        <w:t>.</w:t>
      </w:r>
    </w:p>
  </w:footnote>
  <w:footnote w:id="2">
    <w:p w14:paraId="24B56D01" w14:textId="77777777" w:rsidR="008E1DF1" w:rsidRDefault="008E1D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238558" w14:textId="77777777" w:rsidR="008E1DF1" w:rsidRPr="00EB54C9" w:rsidRDefault="008E1D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5216E98"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9DCF6A2"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F956DB8" w14:textId="77777777" w:rsidR="008E1DF1" w:rsidRDefault="008E1D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29F2501" w14:textId="77777777" w:rsidR="008E1DF1" w:rsidRDefault="008E1D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E5B6643"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36EFC71"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DE4A11D" w14:textId="77777777" w:rsidR="008E1DF1" w:rsidRDefault="008E1D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F1" w14:paraId="5BA89A77" w14:textId="77777777" w:rsidTr="00C02D0A">
      <w:trPr>
        <w:trHeight w:hRule="exact" w:val="454"/>
      </w:trPr>
      <w:tc>
        <w:tcPr>
          <w:tcW w:w="1361" w:type="dxa"/>
          <w:tcMar>
            <w:top w:w="57" w:type="dxa"/>
            <w:left w:w="0" w:type="dxa"/>
            <w:right w:w="0" w:type="dxa"/>
          </w:tcMar>
        </w:tcPr>
        <w:p w14:paraId="3A2CF390" w14:textId="77777777" w:rsidR="008E1DF1" w:rsidRPr="00B8518B" w:rsidRDefault="008E1DF1" w:rsidP="00523EA7">
          <w:pPr>
            <w:pStyle w:val="Zpat"/>
            <w:rPr>
              <w:rStyle w:val="slostrnky"/>
            </w:rPr>
          </w:pPr>
        </w:p>
      </w:tc>
      <w:tc>
        <w:tcPr>
          <w:tcW w:w="3458" w:type="dxa"/>
          <w:shd w:val="clear" w:color="auto" w:fill="auto"/>
          <w:tcMar>
            <w:top w:w="57" w:type="dxa"/>
            <w:left w:w="0" w:type="dxa"/>
            <w:right w:w="0" w:type="dxa"/>
          </w:tcMar>
        </w:tcPr>
        <w:p w14:paraId="6988B899" w14:textId="77777777" w:rsidR="008E1DF1" w:rsidRDefault="008E1DF1" w:rsidP="00523EA7">
          <w:pPr>
            <w:pStyle w:val="Zpat"/>
          </w:pPr>
        </w:p>
      </w:tc>
      <w:tc>
        <w:tcPr>
          <w:tcW w:w="5698" w:type="dxa"/>
          <w:shd w:val="clear" w:color="auto" w:fill="auto"/>
          <w:tcMar>
            <w:top w:w="57" w:type="dxa"/>
            <w:left w:w="0" w:type="dxa"/>
            <w:right w:w="0" w:type="dxa"/>
          </w:tcMar>
        </w:tcPr>
        <w:p w14:paraId="3D1EA4E4" w14:textId="77777777" w:rsidR="008E1DF1" w:rsidRPr="00D6163D" w:rsidRDefault="008E1DF1" w:rsidP="00D6163D">
          <w:pPr>
            <w:pStyle w:val="Druhdokumentu"/>
          </w:pPr>
        </w:p>
      </w:tc>
    </w:tr>
  </w:tbl>
  <w:p w14:paraId="6E3AA6B0" w14:textId="77777777" w:rsidR="008E1DF1" w:rsidRPr="00D6163D" w:rsidRDefault="008E1D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F1" w14:paraId="7993B4A4" w14:textId="77777777" w:rsidTr="00B22106">
      <w:trPr>
        <w:trHeight w:hRule="exact" w:val="936"/>
      </w:trPr>
      <w:tc>
        <w:tcPr>
          <w:tcW w:w="1361" w:type="dxa"/>
          <w:tcMar>
            <w:left w:w="0" w:type="dxa"/>
            <w:right w:w="0" w:type="dxa"/>
          </w:tcMar>
        </w:tcPr>
        <w:p w14:paraId="31ED3609"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743ED60D" w14:textId="77777777" w:rsidR="008E1DF1" w:rsidRDefault="008E1DF1" w:rsidP="00FC6389">
          <w:pPr>
            <w:pStyle w:val="Zpat"/>
          </w:pPr>
        </w:p>
      </w:tc>
      <w:tc>
        <w:tcPr>
          <w:tcW w:w="5756" w:type="dxa"/>
          <w:shd w:val="clear" w:color="auto" w:fill="auto"/>
          <w:tcMar>
            <w:left w:w="0" w:type="dxa"/>
            <w:right w:w="0" w:type="dxa"/>
          </w:tcMar>
        </w:tcPr>
        <w:p w14:paraId="29A6A84F" w14:textId="77777777" w:rsidR="008E1DF1" w:rsidRPr="00D6163D" w:rsidRDefault="008E1DF1" w:rsidP="00FC6389">
          <w:pPr>
            <w:pStyle w:val="Druhdokumentu"/>
          </w:pPr>
        </w:p>
      </w:tc>
    </w:tr>
    <w:tr w:rsidR="008E1DF1" w14:paraId="1B4E91F5" w14:textId="77777777" w:rsidTr="00B22106">
      <w:trPr>
        <w:trHeight w:hRule="exact" w:val="936"/>
      </w:trPr>
      <w:tc>
        <w:tcPr>
          <w:tcW w:w="1361" w:type="dxa"/>
          <w:tcMar>
            <w:left w:w="0" w:type="dxa"/>
            <w:right w:w="0" w:type="dxa"/>
          </w:tcMar>
        </w:tcPr>
        <w:p w14:paraId="3285DE88"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54B6D10F" w14:textId="77777777" w:rsidR="008E1DF1" w:rsidRDefault="008E1DF1" w:rsidP="00FC6389">
          <w:pPr>
            <w:pStyle w:val="Zpat"/>
          </w:pPr>
        </w:p>
      </w:tc>
      <w:tc>
        <w:tcPr>
          <w:tcW w:w="5756" w:type="dxa"/>
          <w:shd w:val="clear" w:color="auto" w:fill="auto"/>
          <w:tcMar>
            <w:left w:w="0" w:type="dxa"/>
            <w:right w:w="0" w:type="dxa"/>
          </w:tcMar>
        </w:tcPr>
        <w:p w14:paraId="047F1B7F" w14:textId="77777777" w:rsidR="008E1DF1" w:rsidRPr="00D6163D" w:rsidRDefault="008E1DF1" w:rsidP="00FC6389">
          <w:pPr>
            <w:pStyle w:val="Druhdokumentu"/>
          </w:pPr>
        </w:p>
      </w:tc>
    </w:tr>
  </w:tbl>
  <w:p w14:paraId="30422E09" w14:textId="77777777" w:rsidR="008E1DF1" w:rsidRPr="00D6163D" w:rsidRDefault="008E1D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E1DF1" w:rsidRPr="00460660" w:rsidRDefault="008E1D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F9641E"/>
    <w:multiLevelType w:val="hybridMultilevel"/>
    <w:tmpl w:val="7BD62A08"/>
    <w:lvl w:ilvl="0" w:tplc="B97C7844">
      <w:start w:val="1"/>
      <w:numFmt w:val="lowerLetter"/>
      <w:lvlText w:val="%1)"/>
      <w:lvlJc w:val="left"/>
      <w:pPr>
        <w:ind w:left="1097" w:hanging="360"/>
      </w:pPr>
      <w:rPr>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2"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0643699">
    <w:abstractNumId w:val="5"/>
  </w:num>
  <w:num w:numId="2" w16cid:durableId="111943215">
    <w:abstractNumId w:val="2"/>
  </w:num>
  <w:num w:numId="3" w16cid:durableId="1178227341">
    <w:abstractNumId w:val="15"/>
  </w:num>
  <w:num w:numId="4" w16cid:durableId="809640222">
    <w:abstractNumId w:val="4"/>
  </w:num>
  <w:num w:numId="5" w16cid:durableId="1953515744">
    <w:abstractNumId w:val="1"/>
  </w:num>
  <w:num w:numId="6" w16cid:durableId="1589726475">
    <w:abstractNumId w:val="9"/>
  </w:num>
  <w:num w:numId="7" w16cid:durableId="377585582">
    <w:abstractNumId w:val="13"/>
  </w:num>
  <w:num w:numId="8" w16cid:durableId="1122462539">
    <w:abstractNumId w:val="10"/>
  </w:num>
  <w:num w:numId="9" w16cid:durableId="1537890473">
    <w:abstractNumId w:val="18"/>
  </w:num>
  <w:num w:numId="10" w16cid:durableId="286590146">
    <w:abstractNumId w:val="14"/>
  </w:num>
  <w:num w:numId="11" w16cid:durableId="21335951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88036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38523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5898052">
    <w:abstractNumId w:val="6"/>
  </w:num>
  <w:num w:numId="15" w16cid:durableId="1364281466">
    <w:abstractNumId w:val="3"/>
  </w:num>
  <w:num w:numId="16" w16cid:durableId="1130316961">
    <w:abstractNumId w:val="0"/>
  </w:num>
  <w:num w:numId="17" w16cid:durableId="1414087829">
    <w:abstractNumId w:val="12"/>
  </w:num>
  <w:num w:numId="18" w16cid:durableId="1735618794">
    <w:abstractNumId w:val="16"/>
  </w:num>
  <w:num w:numId="19" w16cid:durableId="209654275">
    <w:abstractNumId w:val="10"/>
  </w:num>
  <w:num w:numId="20" w16cid:durableId="533735731">
    <w:abstractNumId w:val="10"/>
  </w:num>
  <w:num w:numId="21" w16cid:durableId="1204184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4206372">
    <w:abstractNumId w:val="1"/>
  </w:num>
  <w:num w:numId="23" w16cid:durableId="1621255663">
    <w:abstractNumId w:val="11"/>
  </w:num>
  <w:num w:numId="24" w16cid:durableId="488641269">
    <w:abstractNumId w:val="1"/>
  </w:num>
  <w:num w:numId="25" w16cid:durableId="1891958954">
    <w:abstractNumId w:val="1"/>
  </w:num>
  <w:num w:numId="26" w16cid:durableId="1405419809">
    <w:abstractNumId w:val="1"/>
  </w:num>
  <w:num w:numId="27" w16cid:durableId="341247901">
    <w:abstractNumId w:val="1"/>
  </w:num>
  <w:num w:numId="28" w16cid:durableId="386758000">
    <w:abstractNumId w:val="10"/>
  </w:num>
  <w:num w:numId="29" w16cid:durableId="1265111045">
    <w:abstractNumId w:val="17"/>
  </w:num>
  <w:num w:numId="30" w16cid:durableId="213002736">
    <w:abstractNumId w:val="7"/>
  </w:num>
  <w:num w:numId="31" w16cid:durableId="1387948994">
    <w:abstractNumId w:val="10"/>
  </w:num>
  <w:num w:numId="32" w16cid:durableId="49043515">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5867"/>
    <w:rsid w:val="000174E8"/>
    <w:rsid w:val="00017F3C"/>
    <w:rsid w:val="00020C61"/>
    <w:rsid w:val="00020E8A"/>
    <w:rsid w:val="0002609D"/>
    <w:rsid w:val="00032C26"/>
    <w:rsid w:val="000338E9"/>
    <w:rsid w:val="00037C82"/>
    <w:rsid w:val="00041EC8"/>
    <w:rsid w:val="000435B6"/>
    <w:rsid w:val="0004481B"/>
    <w:rsid w:val="00044AE0"/>
    <w:rsid w:val="00045D7F"/>
    <w:rsid w:val="00047A50"/>
    <w:rsid w:val="000516C9"/>
    <w:rsid w:val="000562B5"/>
    <w:rsid w:val="0006499F"/>
    <w:rsid w:val="0006588D"/>
    <w:rsid w:val="0006748D"/>
    <w:rsid w:val="00067A5E"/>
    <w:rsid w:val="00067EE3"/>
    <w:rsid w:val="000719BB"/>
    <w:rsid w:val="00072A65"/>
    <w:rsid w:val="00072C1E"/>
    <w:rsid w:val="000839DD"/>
    <w:rsid w:val="00087CEB"/>
    <w:rsid w:val="00091EDA"/>
    <w:rsid w:val="00092CC9"/>
    <w:rsid w:val="00093D5A"/>
    <w:rsid w:val="00097342"/>
    <w:rsid w:val="000A4C9B"/>
    <w:rsid w:val="000A6B21"/>
    <w:rsid w:val="000A7769"/>
    <w:rsid w:val="000A78B1"/>
    <w:rsid w:val="000B2FB3"/>
    <w:rsid w:val="000B4EB8"/>
    <w:rsid w:val="000C41F2"/>
    <w:rsid w:val="000C4719"/>
    <w:rsid w:val="000C6E66"/>
    <w:rsid w:val="000D0B24"/>
    <w:rsid w:val="000D1F18"/>
    <w:rsid w:val="000D20BC"/>
    <w:rsid w:val="000D22C4"/>
    <w:rsid w:val="000D27D1"/>
    <w:rsid w:val="000D2E74"/>
    <w:rsid w:val="000D4ABE"/>
    <w:rsid w:val="000D58DE"/>
    <w:rsid w:val="000D5D12"/>
    <w:rsid w:val="000D5D97"/>
    <w:rsid w:val="000D5E72"/>
    <w:rsid w:val="000E025C"/>
    <w:rsid w:val="000E1A7F"/>
    <w:rsid w:val="000E4762"/>
    <w:rsid w:val="000E48F5"/>
    <w:rsid w:val="000E6F70"/>
    <w:rsid w:val="000F7B31"/>
    <w:rsid w:val="00102765"/>
    <w:rsid w:val="00104021"/>
    <w:rsid w:val="00106A0E"/>
    <w:rsid w:val="00111D73"/>
    <w:rsid w:val="00112864"/>
    <w:rsid w:val="00114472"/>
    <w:rsid w:val="00114988"/>
    <w:rsid w:val="00115069"/>
    <w:rsid w:val="001150F2"/>
    <w:rsid w:val="001168A2"/>
    <w:rsid w:val="001214E7"/>
    <w:rsid w:val="00122C44"/>
    <w:rsid w:val="001243D5"/>
    <w:rsid w:val="001247F4"/>
    <w:rsid w:val="00135D5C"/>
    <w:rsid w:val="001379B6"/>
    <w:rsid w:val="00137DD7"/>
    <w:rsid w:val="00140B4A"/>
    <w:rsid w:val="00146060"/>
    <w:rsid w:val="00146BCB"/>
    <w:rsid w:val="00152AF3"/>
    <w:rsid w:val="001535F1"/>
    <w:rsid w:val="00162597"/>
    <w:rsid w:val="001656A2"/>
    <w:rsid w:val="00170EC5"/>
    <w:rsid w:val="00173131"/>
    <w:rsid w:val="001744C2"/>
    <w:rsid w:val="001747C1"/>
    <w:rsid w:val="001747E1"/>
    <w:rsid w:val="001761FC"/>
    <w:rsid w:val="00177A1C"/>
    <w:rsid w:val="00177D6B"/>
    <w:rsid w:val="00180482"/>
    <w:rsid w:val="00180A66"/>
    <w:rsid w:val="001827B5"/>
    <w:rsid w:val="00187039"/>
    <w:rsid w:val="00191F90"/>
    <w:rsid w:val="00193D8F"/>
    <w:rsid w:val="001950C2"/>
    <w:rsid w:val="00195371"/>
    <w:rsid w:val="0019698E"/>
    <w:rsid w:val="001A0DE1"/>
    <w:rsid w:val="001A4B1E"/>
    <w:rsid w:val="001B23A1"/>
    <w:rsid w:val="001B40E6"/>
    <w:rsid w:val="001B4E74"/>
    <w:rsid w:val="001B557F"/>
    <w:rsid w:val="001B5C78"/>
    <w:rsid w:val="001C3E94"/>
    <w:rsid w:val="001C5694"/>
    <w:rsid w:val="001C645F"/>
    <w:rsid w:val="001C69BC"/>
    <w:rsid w:val="001C6C39"/>
    <w:rsid w:val="001C7465"/>
    <w:rsid w:val="001D149C"/>
    <w:rsid w:val="001D6563"/>
    <w:rsid w:val="001E651D"/>
    <w:rsid w:val="001E678E"/>
    <w:rsid w:val="001E749A"/>
    <w:rsid w:val="001F0289"/>
    <w:rsid w:val="001F08F9"/>
    <w:rsid w:val="001F2C53"/>
    <w:rsid w:val="00204EC4"/>
    <w:rsid w:val="002071BB"/>
    <w:rsid w:val="00207DF5"/>
    <w:rsid w:val="002107BB"/>
    <w:rsid w:val="00216349"/>
    <w:rsid w:val="00220275"/>
    <w:rsid w:val="00221D5F"/>
    <w:rsid w:val="00226E5B"/>
    <w:rsid w:val="0023215E"/>
    <w:rsid w:val="00233A38"/>
    <w:rsid w:val="00233A53"/>
    <w:rsid w:val="00240598"/>
    <w:rsid w:val="00240B81"/>
    <w:rsid w:val="00243A2F"/>
    <w:rsid w:val="00245F6C"/>
    <w:rsid w:val="0024796B"/>
    <w:rsid w:val="00247D01"/>
    <w:rsid w:val="0025030F"/>
    <w:rsid w:val="00251F31"/>
    <w:rsid w:val="00254BF2"/>
    <w:rsid w:val="0025754E"/>
    <w:rsid w:val="00261A5B"/>
    <w:rsid w:val="00262E5B"/>
    <w:rsid w:val="0026385B"/>
    <w:rsid w:val="00264132"/>
    <w:rsid w:val="00265D63"/>
    <w:rsid w:val="00271A1F"/>
    <w:rsid w:val="0027202E"/>
    <w:rsid w:val="002725EC"/>
    <w:rsid w:val="00273749"/>
    <w:rsid w:val="00276AFE"/>
    <w:rsid w:val="00276F6E"/>
    <w:rsid w:val="002805C7"/>
    <w:rsid w:val="00280663"/>
    <w:rsid w:val="00280FDF"/>
    <w:rsid w:val="002875D3"/>
    <w:rsid w:val="00290B63"/>
    <w:rsid w:val="0029185E"/>
    <w:rsid w:val="002924B8"/>
    <w:rsid w:val="00293ECC"/>
    <w:rsid w:val="00295A27"/>
    <w:rsid w:val="002966EC"/>
    <w:rsid w:val="002A0B20"/>
    <w:rsid w:val="002A15D3"/>
    <w:rsid w:val="002A3B57"/>
    <w:rsid w:val="002A74BD"/>
    <w:rsid w:val="002B0D62"/>
    <w:rsid w:val="002B1523"/>
    <w:rsid w:val="002B3118"/>
    <w:rsid w:val="002B5450"/>
    <w:rsid w:val="002B62F8"/>
    <w:rsid w:val="002B66F2"/>
    <w:rsid w:val="002C00BE"/>
    <w:rsid w:val="002C04EE"/>
    <w:rsid w:val="002C07F5"/>
    <w:rsid w:val="002C249A"/>
    <w:rsid w:val="002C31BF"/>
    <w:rsid w:val="002C47FE"/>
    <w:rsid w:val="002C4A18"/>
    <w:rsid w:val="002D1B0C"/>
    <w:rsid w:val="002D478A"/>
    <w:rsid w:val="002D6B16"/>
    <w:rsid w:val="002D6B5B"/>
    <w:rsid w:val="002D7FD6"/>
    <w:rsid w:val="002E014A"/>
    <w:rsid w:val="002E0CD7"/>
    <w:rsid w:val="002E0CFB"/>
    <w:rsid w:val="002E5C7B"/>
    <w:rsid w:val="002E5EBF"/>
    <w:rsid w:val="002F1EE5"/>
    <w:rsid w:val="002F2D47"/>
    <w:rsid w:val="002F3208"/>
    <w:rsid w:val="002F4333"/>
    <w:rsid w:val="002F75E3"/>
    <w:rsid w:val="00301B8E"/>
    <w:rsid w:val="003062D2"/>
    <w:rsid w:val="00307641"/>
    <w:rsid w:val="0031098B"/>
    <w:rsid w:val="0031166A"/>
    <w:rsid w:val="00311F11"/>
    <w:rsid w:val="0031295A"/>
    <w:rsid w:val="003148CD"/>
    <w:rsid w:val="00316257"/>
    <w:rsid w:val="0031783A"/>
    <w:rsid w:val="00327EEF"/>
    <w:rsid w:val="003303BF"/>
    <w:rsid w:val="0033239F"/>
    <w:rsid w:val="00333C1C"/>
    <w:rsid w:val="0034274B"/>
    <w:rsid w:val="0034519D"/>
    <w:rsid w:val="00347194"/>
    <w:rsid w:val="0034719F"/>
    <w:rsid w:val="003509BF"/>
    <w:rsid w:val="00350A03"/>
    <w:rsid w:val="00350A35"/>
    <w:rsid w:val="003510D0"/>
    <w:rsid w:val="003510E8"/>
    <w:rsid w:val="00354D97"/>
    <w:rsid w:val="0035531B"/>
    <w:rsid w:val="003571D8"/>
    <w:rsid w:val="00357BC6"/>
    <w:rsid w:val="00357E0D"/>
    <w:rsid w:val="00361422"/>
    <w:rsid w:val="00364B89"/>
    <w:rsid w:val="003650EB"/>
    <w:rsid w:val="003707FB"/>
    <w:rsid w:val="003717A3"/>
    <w:rsid w:val="00371B6B"/>
    <w:rsid w:val="0037545D"/>
    <w:rsid w:val="00375ACD"/>
    <w:rsid w:val="00376ABB"/>
    <w:rsid w:val="0038050F"/>
    <w:rsid w:val="0038184A"/>
    <w:rsid w:val="00384795"/>
    <w:rsid w:val="00386FF1"/>
    <w:rsid w:val="00387790"/>
    <w:rsid w:val="00392EB6"/>
    <w:rsid w:val="003939E3"/>
    <w:rsid w:val="00393AC6"/>
    <w:rsid w:val="003940F9"/>
    <w:rsid w:val="003947BB"/>
    <w:rsid w:val="00394D03"/>
    <w:rsid w:val="003956C6"/>
    <w:rsid w:val="003A1C0A"/>
    <w:rsid w:val="003A4513"/>
    <w:rsid w:val="003A4531"/>
    <w:rsid w:val="003A6B7D"/>
    <w:rsid w:val="003B106E"/>
    <w:rsid w:val="003B773E"/>
    <w:rsid w:val="003C33F2"/>
    <w:rsid w:val="003D4EAE"/>
    <w:rsid w:val="003D57C6"/>
    <w:rsid w:val="003D756E"/>
    <w:rsid w:val="003E0B5E"/>
    <w:rsid w:val="003E0C83"/>
    <w:rsid w:val="003E3AD2"/>
    <w:rsid w:val="003E3CE3"/>
    <w:rsid w:val="003E420D"/>
    <w:rsid w:val="003E4C13"/>
    <w:rsid w:val="003E6883"/>
    <w:rsid w:val="003E79F5"/>
    <w:rsid w:val="003F5C2A"/>
    <w:rsid w:val="003F64D4"/>
    <w:rsid w:val="004013B3"/>
    <w:rsid w:val="00404BA2"/>
    <w:rsid w:val="00405BD9"/>
    <w:rsid w:val="004078F3"/>
    <w:rsid w:val="00414074"/>
    <w:rsid w:val="004141A1"/>
    <w:rsid w:val="004144FC"/>
    <w:rsid w:val="00414A27"/>
    <w:rsid w:val="00415C07"/>
    <w:rsid w:val="00416AF9"/>
    <w:rsid w:val="00427794"/>
    <w:rsid w:val="004320C4"/>
    <w:rsid w:val="00434B3C"/>
    <w:rsid w:val="004432CF"/>
    <w:rsid w:val="00446215"/>
    <w:rsid w:val="00446A64"/>
    <w:rsid w:val="00450F07"/>
    <w:rsid w:val="00452F69"/>
    <w:rsid w:val="00453CD3"/>
    <w:rsid w:val="00454716"/>
    <w:rsid w:val="00454BB9"/>
    <w:rsid w:val="00460660"/>
    <w:rsid w:val="00464BA9"/>
    <w:rsid w:val="00464C3B"/>
    <w:rsid w:val="004726B2"/>
    <w:rsid w:val="00474F4D"/>
    <w:rsid w:val="00483969"/>
    <w:rsid w:val="00484FAE"/>
    <w:rsid w:val="00486107"/>
    <w:rsid w:val="00491827"/>
    <w:rsid w:val="00492E82"/>
    <w:rsid w:val="00496EDA"/>
    <w:rsid w:val="004976AA"/>
    <w:rsid w:val="004A3FB1"/>
    <w:rsid w:val="004A57FA"/>
    <w:rsid w:val="004A77EF"/>
    <w:rsid w:val="004B05DC"/>
    <w:rsid w:val="004B1826"/>
    <w:rsid w:val="004B34E9"/>
    <w:rsid w:val="004B4EAC"/>
    <w:rsid w:val="004B586E"/>
    <w:rsid w:val="004B5995"/>
    <w:rsid w:val="004C4399"/>
    <w:rsid w:val="004C787C"/>
    <w:rsid w:val="004C7A6F"/>
    <w:rsid w:val="004D12E9"/>
    <w:rsid w:val="004D229B"/>
    <w:rsid w:val="004D24A5"/>
    <w:rsid w:val="004D4179"/>
    <w:rsid w:val="004D5DCB"/>
    <w:rsid w:val="004D6B48"/>
    <w:rsid w:val="004E4BDF"/>
    <w:rsid w:val="004E6B9B"/>
    <w:rsid w:val="004E7A1F"/>
    <w:rsid w:val="004F1D17"/>
    <w:rsid w:val="004F4597"/>
    <w:rsid w:val="004F4B9B"/>
    <w:rsid w:val="00501B32"/>
    <w:rsid w:val="0050666E"/>
    <w:rsid w:val="00507086"/>
    <w:rsid w:val="00507C1A"/>
    <w:rsid w:val="00511AB9"/>
    <w:rsid w:val="005124C5"/>
    <w:rsid w:val="00513EF2"/>
    <w:rsid w:val="00516B6A"/>
    <w:rsid w:val="005210B3"/>
    <w:rsid w:val="0052294C"/>
    <w:rsid w:val="00523BB5"/>
    <w:rsid w:val="00523E4C"/>
    <w:rsid w:val="00523EA7"/>
    <w:rsid w:val="00524409"/>
    <w:rsid w:val="00527C47"/>
    <w:rsid w:val="00532285"/>
    <w:rsid w:val="005406EB"/>
    <w:rsid w:val="00540C01"/>
    <w:rsid w:val="005434A6"/>
    <w:rsid w:val="00544035"/>
    <w:rsid w:val="0054651E"/>
    <w:rsid w:val="00553375"/>
    <w:rsid w:val="00555747"/>
    <w:rsid w:val="00555884"/>
    <w:rsid w:val="00561AEF"/>
    <w:rsid w:val="00564DDD"/>
    <w:rsid w:val="005670EA"/>
    <w:rsid w:val="00573482"/>
    <w:rsid w:val="005736B7"/>
    <w:rsid w:val="00575E5A"/>
    <w:rsid w:val="00576ECB"/>
    <w:rsid w:val="005774A2"/>
    <w:rsid w:val="00577A3C"/>
    <w:rsid w:val="00580245"/>
    <w:rsid w:val="00582F0E"/>
    <w:rsid w:val="005864AC"/>
    <w:rsid w:val="005A1DCB"/>
    <w:rsid w:val="005A1F44"/>
    <w:rsid w:val="005A3D2F"/>
    <w:rsid w:val="005A3D52"/>
    <w:rsid w:val="005A53E5"/>
    <w:rsid w:val="005A69F1"/>
    <w:rsid w:val="005A6BD1"/>
    <w:rsid w:val="005B127F"/>
    <w:rsid w:val="005B3962"/>
    <w:rsid w:val="005B4618"/>
    <w:rsid w:val="005C1988"/>
    <w:rsid w:val="005C4086"/>
    <w:rsid w:val="005D3C39"/>
    <w:rsid w:val="005D5BF4"/>
    <w:rsid w:val="005E1D90"/>
    <w:rsid w:val="005E2B4F"/>
    <w:rsid w:val="005E3133"/>
    <w:rsid w:val="005E5DD9"/>
    <w:rsid w:val="005E62D5"/>
    <w:rsid w:val="005F0F22"/>
    <w:rsid w:val="005F41AC"/>
    <w:rsid w:val="005F41F8"/>
    <w:rsid w:val="0060115D"/>
    <w:rsid w:val="00601A8C"/>
    <w:rsid w:val="00603F54"/>
    <w:rsid w:val="00605AF3"/>
    <w:rsid w:val="00606E5B"/>
    <w:rsid w:val="00610148"/>
    <w:rsid w:val="0061068E"/>
    <w:rsid w:val="006115D3"/>
    <w:rsid w:val="00613FCF"/>
    <w:rsid w:val="00616A83"/>
    <w:rsid w:val="00621B4C"/>
    <w:rsid w:val="00626019"/>
    <w:rsid w:val="00626507"/>
    <w:rsid w:val="00632DF3"/>
    <w:rsid w:val="00633A58"/>
    <w:rsid w:val="00637EA5"/>
    <w:rsid w:val="00640B30"/>
    <w:rsid w:val="00645BDD"/>
    <w:rsid w:val="006461FA"/>
    <w:rsid w:val="00655976"/>
    <w:rsid w:val="0065610E"/>
    <w:rsid w:val="00660AD3"/>
    <w:rsid w:val="0067552E"/>
    <w:rsid w:val="006776B6"/>
    <w:rsid w:val="0068237D"/>
    <w:rsid w:val="00685776"/>
    <w:rsid w:val="00691220"/>
    <w:rsid w:val="00692596"/>
    <w:rsid w:val="00693150"/>
    <w:rsid w:val="0069620B"/>
    <w:rsid w:val="00696B9C"/>
    <w:rsid w:val="006A0464"/>
    <w:rsid w:val="006A04C7"/>
    <w:rsid w:val="006A0B6A"/>
    <w:rsid w:val="006A5570"/>
    <w:rsid w:val="006A689C"/>
    <w:rsid w:val="006B12DF"/>
    <w:rsid w:val="006B1C29"/>
    <w:rsid w:val="006B1F2A"/>
    <w:rsid w:val="006B2B17"/>
    <w:rsid w:val="006B3D79"/>
    <w:rsid w:val="006B4D33"/>
    <w:rsid w:val="006B4F23"/>
    <w:rsid w:val="006B6FE4"/>
    <w:rsid w:val="006C2343"/>
    <w:rsid w:val="006C442A"/>
    <w:rsid w:val="006C4639"/>
    <w:rsid w:val="006C599A"/>
    <w:rsid w:val="006D0F94"/>
    <w:rsid w:val="006E0578"/>
    <w:rsid w:val="006E19BB"/>
    <w:rsid w:val="006E314D"/>
    <w:rsid w:val="006E7C86"/>
    <w:rsid w:val="006F5F18"/>
    <w:rsid w:val="006F6B09"/>
    <w:rsid w:val="006F7558"/>
    <w:rsid w:val="0070255F"/>
    <w:rsid w:val="007038DC"/>
    <w:rsid w:val="00703E18"/>
    <w:rsid w:val="00706D39"/>
    <w:rsid w:val="00706F4C"/>
    <w:rsid w:val="0070752A"/>
    <w:rsid w:val="00710723"/>
    <w:rsid w:val="00712DAA"/>
    <w:rsid w:val="007134F3"/>
    <w:rsid w:val="0072223E"/>
    <w:rsid w:val="00723B45"/>
    <w:rsid w:val="00723ED1"/>
    <w:rsid w:val="00726970"/>
    <w:rsid w:val="00734869"/>
    <w:rsid w:val="007356BD"/>
    <w:rsid w:val="0074021A"/>
    <w:rsid w:val="00740AF5"/>
    <w:rsid w:val="00743525"/>
    <w:rsid w:val="00744F6A"/>
    <w:rsid w:val="00745555"/>
    <w:rsid w:val="007455F0"/>
    <w:rsid w:val="0075249A"/>
    <w:rsid w:val="007541A2"/>
    <w:rsid w:val="00755818"/>
    <w:rsid w:val="0076286B"/>
    <w:rsid w:val="00766846"/>
    <w:rsid w:val="0076790E"/>
    <w:rsid w:val="00771220"/>
    <w:rsid w:val="00773DC0"/>
    <w:rsid w:val="0077673A"/>
    <w:rsid w:val="007846E1"/>
    <w:rsid w:val="007847D6"/>
    <w:rsid w:val="007872DA"/>
    <w:rsid w:val="00792809"/>
    <w:rsid w:val="0079621E"/>
    <w:rsid w:val="00796DC1"/>
    <w:rsid w:val="007A2107"/>
    <w:rsid w:val="007A5172"/>
    <w:rsid w:val="007A5CD9"/>
    <w:rsid w:val="007A67A0"/>
    <w:rsid w:val="007B1885"/>
    <w:rsid w:val="007B570C"/>
    <w:rsid w:val="007B5DFF"/>
    <w:rsid w:val="007C12F8"/>
    <w:rsid w:val="007C5846"/>
    <w:rsid w:val="007D3F14"/>
    <w:rsid w:val="007D4898"/>
    <w:rsid w:val="007D5A8D"/>
    <w:rsid w:val="007E07EF"/>
    <w:rsid w:val="007E2234"/>
    <w:rsid w:val="007E4A6E"/>
    <w:rsid w:val="007E5806"/>
    <w:rsid w:val="007E7867"/>
    <w:rsid w:val="007F0AC2"/>
    <w:rsid w:val="007F3581"/>
    <w:rsid w:val="007F5326"/>
    <w:rsid w:val="007F56A7"/>
    <w:rsid w:val="007F7463"/>
    <w:rsid w:val="007F7DB4"/>
    <w:rsid w:val="00800164"/>
    <w:rsid w:val="00800851"/>
    <w:rsid w:val="00800D6C"/>
    <w:rsid w:val="00803E68"/>
    <w:rsid w:val="008052D7"/>
    <w:rsid w:val="00807DD0"/>
    <w:rsid w:val="00811843"/>
    <w:rsid w:val="00811F25"/>
    <w:rsid w:val="0081404D"/>
    <w:rsid w:val="008149D8"/>
    <w:rsid w:val="00815C1B"/>
    <w:rsid w:val="00821D01"/>
    <w:rsid w:val="00822B88"/>
    <w:rsid w:val="00823534"/>
    <w:rsid w:val="00824843"/>
    <w:rsid w:val="00826B7B"/>
    <w:rsid w:val="00827CB0"/>
    <w:rsid w:val="00830906"/>
    <w:rsid w:val="00831DE9"/>
    <w:rsid w:val="008323F3"/>
    <w:rsid w:val="00833899"/>
    <w:rsid w:val="00834CA2"/>
    <w:rsid w:val="008356A0"/>
    <w:rsid w:val="008407FC"/>
    <w:rsid w:val="00845C50"/>
    <w:rsid w:val="00846789"/>
    <w:rsid w:val="0085047F"/>
    <w:rsid w:val="00850602"/>
    <w:rsid w:val="00850716"/>
    <w:rsid w:val="008507EA"/>
    <w:rsid w:val="0085799C"/>
    <w:rsid w:val="00861CD7"/>
    <w:rsid w:val="00861D01"/>
    <w:rsid w:val="008622D2"/>
    <w:rsid w:val="0086381C"/>
    <w:rsid w:val="00863B3A"/>
    <w:rsid w:val="00870197"/>
    <w:rsid w:val="00872044"/>
    <w:rsid w:val="00872683"/>
    <w:rsid w:val="00876D73"/>
    <w:rsid w:val="0088136F"/>
    <w:rsid w:val="00881B57"/>
    <w:rsid w:val="008838E2"/>
    <w:rsid w:val="00887F36"/>
    <w:rsid w:val="00890031"/>
    <w:rsid w:val="0089478B"/>
    <w:rsid w:val="00895282"/>
    <w:rsid w:val="008970B2"/>
    <w:rsid w:val="008A3568"/>
    <w:rsid w:val="008A4360"/>
    <w:rsid w:val="008A4D22"/>
    <w:rsid w:val="008A5BA8"/>
    <w:rsid w:val="008A6C63"/>
    <w:rsid w:val="008A7245"/>
    <w:rsid w:val="008B11A8"/>
    <w:rsid w:val="008B2021"/>
    <w:rsid w:val="008B253F"/>
    <w:rsid w:val="008B5E08"/>
    <w:rsid w:val="008B780E"/>
    <w:rsid w:val="008C0335"/>
    <w:rsid w:val="008C2833"/>
    <w:rsid w:val="008C2A5B"/>
    <w:rsid w:val="008C3003"/>
    <w:rsid w:val="008C365F"/>
    <w:rsid w:val="008C50F3"/>
    <w:rsid w:val="008C5D31"/>
    <w:rsid w:val="008C65BC"/>
    <w:rsid w:val="008C7CAC"/>
    <w:rsid w:val="008C7EFE"/>
    <w:rsid w:val="008D03B9"/>
    <w:rsid w:val="008D30BF"/>
    <w:rsid w:val="008D30C7"/>
    <w:rsid w:val="008D4732"/>
    <w:rsid w:val="008D552B"/>
    <w:rsid w:val="008E1138"/>
    <w:rsid w:val="008E16B8"/>
    <w:rsid w:val="008E1DF1"/>
    <w:rsid w:val="008E75A7"/>
    <w:rsid w:val="008F18D6"/>
    <w:rsid w:val="008F2C9B"/>
    <w:rsid w:val="008F379A"/>
    <w:rsid w:val="008F385E"/>
    <w:rsid w:val="008F74AC"/>
    <w:rsid w:val="008F797B"/>
    <w:rsid w:val="00904780"/>
    <w:rsid w:val="0090635B"/>
    <w:rsid w:val="009070CD"/>
    <w:rsid w:val="00910203"/>
    <w:rsid w:val="0091498F"/>
    <w:rsid w:val="00920343"/>
    <w:rsid w:val="00920DEB"/>
    <w:rsid w:val="00922385"/>
    <w:rsid w:val="009223DF"/>
    <w:rsid w:val="009246F5"/>
    <w:rsid w:val="00930B79"/>
    <w:rsid w:val="00932A5F"/>
    <w:rsid w:val="00936091"/>
    <w:rsid w:val="00940004"/>
    <w:rsid w:val="00940D8A"/>
    <w:rsid w:val="0094188D"/>
    <w:rsid w:val="00943EF7"/>
    <w:rsid w:val="00950519"/>
    <w:rsid w:val="00954FD0"/>
    <w:rsid w:val="00961020"/>
    <w:rsid w:val="009621F6"/>
    <w:rsid w:val="00962258"/>
    <w:rsid w:val="00963607"/>
    <w:rsid w:val="00964860"/>
    <w:rsid w:val="00966191"/>
    <w:rsid w:val="009678B7"/>
    <w:rsid w:val="00970A72"/>
    <w:rsid w:val="00987441"/>
    <w:rsid w:val="00991430"/>
    <w:rsid w:val="009914F9"/>
    <w:rsid w:val="00991DFB"/>
    <w:rsid w:val="00992D9C"/>
    <w:rsid w:val="00993BE3"/>
    <w:rsid w:val="00994A10"/>
    <w:rsid w:val="00995F09"/>
    <w:rsid w:val="00996CB8"/>
    <w:rsid w:val="00997EFC"/>
    <w:rsid w:val="009A1BEA"/>
    <w:rsid w:val="009A5602"/>
    <w:rsid w:val="009B2E97"/>
    <w:rsid w:val="009B5146"/>
    <w:rsid w:val="009B56D6"/>
    <w:rsid w:val="009B5CD0"/>
    <w:rsid w:val="009C07A7"/>
    <w:rsid w:val="009C0F4D"/>
    <w:rsid w:val="009C320E"/>
    <w:rsid w:val="009C3F92"/>
    <w:rsid w:val="009C418E"/>
    <w:rsid w:val="009C442C"/>
    <w:rsid w:val="009C4AB6"/>
    <w:rsid w:val="009C5DF6"/>
    <w:rsid w:val="009D20A1"/>
    <w:rsid w:val="009E07F4"/>
    <w:rsid w:val="009E0808"/>
    <w:rsid w:val="009E16D7"/>
    <w:rsid w:val="009E5779"/>
    <w:rsid w:val="009E68BC"/>
    <w:rsid w:val="009E7C10"/>
    <w:rsid w:val="009F15E5"/>
    <w:rsid w:val="009F309B"/>
    <w:rsid w:val="009F392E"/>
    <w:rsid w:val="009F4745"/>
    <w:rsid w:val="009F53C5"/>
    <w:rsid w:val="00A00D28"/>
    <w:rsid w:val="00A01160"/>
    <w:rsid w:val="00A02238"/>
    <w:rsid w:val="00A06B5D"/>
    <w:rsid w:val="00A0740E"/>
    <w:rsid w:val="00A1408E"/>
    <w:rsid w:val="00A1453D"/>
    <w:rsid w:val="00A17CD0"/>
    <w:rsid w:val="00A22E59"/>
    <w:rsid w:val="00A23A89"/>
    <w:rsid w:val="00A31866"/>
    <w:rsid w:val="00A363C4"/>
    <w:rsid w:val="00A36B76"/>
    <w:rsid w:val="00A4050F"/>
    <w:rsid w:val="00A45E90"/>
    <w:rsid w:val="00A47EFE"/>
    <w:rsid w:val="00A50641"/>
    <w:rsid w:val="00A5091E"/>
    <w:rsid w:val="00A530BF"/>
    <w:rsid w:val="00A53B1B"/>
    <w:rsid w:val="00A5663F"/>
    <w:rsid w:val="00A56B3E"/>
    <w:rsid w:val="00A6177B"/>
    <w:rsid w:val="00A64CD1"/>
    <w:rsid w:val="00A66136"/>
    <w:rsid w:val="00A668D5"/>
    <w:rsid w:val="00A71189"/>
    <w:rsid w:val="00A71AAC"/>
    <w:rsid w:val="00A7364A"/>
    <w:rsid w:val="00A740F0"/>
    <w:rsid w:val="00A74DCC"/>
    <w:rsid w:val="00A753ED"/>
    <w:rsid w:val="00A7558F"/>
    <w:rsid w:val="00A77512"/>
    <w:rsid w:val="00A80558"/>
    <w:rsid w:val="00A80844"/>
    <w:rsid w:val="00A8087A"/>
    <w:rsid w:val="00A94C2F"/>
    <w:rsid w:val="00AA27E8"/>
    <w:rsid w:val="00AA3E17"/>
    <w:rsid w:val="00AA4CBB"/>
    <w:rsid w:val="00AA65FA"/>
    <w:rsid w:val="00AA7351"/>
    <w:rsid w:val="00AA73EB"/>
    <w:rsid w:val="00AB0C50"/>
    <w:rsid w:val="00AB1063"/>
    <w:rsid w:val="00AB1879"/>
    <w:rsid w:val="00AB3F42"/>
    <w:rsid w:val="00AC0054"/>
    <w:rsid w:val="00AC4422"/>
    <w:rsid w:val="00AD056F"/>
    <w:rsid w:val="00AD0C7B"/>
    <w:rsid w:val="00AD1771"/>
    <w:rsid w:val="00AD1786"/>
    <w:rsid w:val="00AD5F1A"/>
    <w:rsid w:val="00AD6731"/>
    <w:rsid w:val="00AD792A"/>
    <w:rsid w:val="00AE1D4A"/>
    <w:rsid w:val="00AE32DC"/>
    <w:rsid w:val="00AE3629"/>
    <w:rsid w:val="00AE3BB4"/>
    <w:rsid w:val="00AE49CC"/>
    <w:rsid w:val="00AE7CF8"/>
    <w:rsid w:val="00AF15A5"/>
    <w:rsid w:val="00AF58ED"/>
    <w:rsid w:val="00B008D5"/>
    <w:rsid w:val="00B00A22"/>
    <w:rsid w:val="00B02F73"/>
    <w:rsid w:val="00B03E06"/>
    <w:rsid w:val="00B042C9"/>
    <w:rsid w:val="00B0619F"/>
    <w:rsid w:val="00B1123A"/>
    <w:rsid w:val="00B11C56"/>
    <w:rsid w:val="00B1354A"/>
    <w:rsid w:val="00B13A26"/>
    <w:rsid w:val="00B153D2"/>
    <w:rsid w:val="00B15B25"/>
    <w:rsid w:val="00B15D0D"/>
    <w:rsid w:val="00B173BF"/>
    <w:rsid w:val="00B22106"/>
    <w:rsid w:val="00B2232C"/>
    <w:rsid w:val="00B31001"/>
    <w:rsid w:val="00B31A9B"/>
    <w:rsid w:val="00B35363"/>
    <w:rsid w:val="00B376E4"/>
    <w:rsid w:val="00B429CF"/>
    <w:rsid w:val="00B43ED5"/>
    <w:rsid w:val="00B448FF"/>
    <w:rsid w:val="00B46CE8"/>
    <w:rsid w:val="00B5431A"/>
    <w:rsid w:val="00B5523F"/>
    <w:rsid w:val="00B55FC8"/>
    <w:rsid w:val="00B60046"/>
    <w:rsid w:val="00B61530"/>
    <w:rsid w:val="00B6417A"/>
    <w:rsid w:val="00B645BC"/>
    <w:rsid w:val="00B67CF9"/>
    <w:rsid w:val="00B70267"/>
    <w:rsid w:val="00B72CAA"/>
    <w:rsid w:val="00B75260"/>
    <w:rsid w:val="00B75EE1"/>
    <w:rsid w:val="00B7609D"/>
    <w:rsid w:val="00B765FF"/>
    <w:rsid w:val="00B77481"/>
    <w:rsid w:val="00B777C0"/>
    <w:rsid w:val="00B77C6D"/>
    <w:rsid w:val="00B80652"/>
    <w:rsid w:val="00B80E53"/>
    <w:rsid w:val="00B82C63"/>
    <w:rsid w:val="00B838B6"/>
    <w:rsid w:val="00B8518B"/>
    <w:rsid w:val="00B94ADD"/>
    <w:rsid w:val="00B95A6F"/>
    <w:rsid w:val="00B97CC3"/>
    <w:rsid w:val="00BA0D72"/>
    <w:rsid w:val="00BA20C3"/>
    <w:rsid w:val="00BB4AF2"/>
    <w:rsid w:val="00BC06C4"/>
    <w:rsid w:val="00BC5EDB"/>
    <w:rsid w:val="00BC663E"/>
    <w:rsid w:val="00BC6D2B"/>
    <w:rsid w:val="00BD0ADA"/>
    <w:rsid w:val="00BD35B5"/>
    <w:rsid w:val="00BD7E91"/>
    <w:rsid w:val="00BD7F0D"/>
    <w:rsid w:val="00BE49F4"/>
    <w:rsid w:val="00BF05E1"/>
    <w:rsid w:val="00BF0C79"/>
    <w:rsid w:val="00BF30A3"/>
    <w:rsid w:val="00BF767C"/>
    <w:rsid w:val="00C009E3"/>
    <w:rsid w:val="00C01716"/>
    <w:rsid w:val="00C02D0A"/>
    <w:rsid w:val="00C03A6E"/>
    <w:rsid w:val="00C114C6"/>
    <w:rsid w:val="00C122D9"/>
    <w:rsid w:val="00C226C0"/>
    <w:rsid w:val="00C24393"/>
    <w:rsid w:val="00C270D4"/>
    <w:rsid w:val="00C2720F"/>
    <w:rsid w:val="00C32B16"/>
    <w:rsid w:val="00C35EC7"/>
    <w:rsid w:val="00C3744F"/>
    <w:rsid w:val="00C41FBF"/>
    <w:rsid w:val="00C425A2"/>
    <w:rsid w:val="00C42A05"/>
    <w:rsid w:val="00C42FE6"/>
    <w:rsid w:val="00C44BAA"/>
    <w:rsid w:val="00C44F6A"/>
    <w:rsid w:val="00C45E39"/>
    <w:rsid w:val="00C461E7"/>
    <w:rsid w:val="00C47112"/>
    <w:rsid w:val="00C47C2C"/>
    <w:rsid w:val="00C52C3D"/>
    <w:rsid w:val="00C565AF"/>
    <w:rsid w:val="00C57268"/>
    <w:rsid w:val="00C6198E"/>
    <w:rsid w:val="00C6341A"/>
    <w:rsid w:val="00C708EA"/>
    <w:rsid w:val="00C711B5"/>
    <w:rsid w:val="00C7216F"/>
    <w:rsid w:val="00C776E5"/>
    <w:rsid w:val="00C778A5"/>
    <w:rsid w:val="00C80789"/>
    <w:rsid w:val="00C80E15"/>
    <w:rsid w:val="00C910D3"/>
    <w:rsid w:val="00C91E3D"/>
    <w:rsid w:val="00C91E6C"/>
    <w:rsid w:val="00C95162"/>
    <w:rsid w:val="00C95CF5"/>
    <w:rsid w:val="00C96DFD"/>
    <w:rsid w:val="00CA0812"/>
    <w:rsid w:val="00CA39EA"/>
    <w:rsid w:val="00CA641C"/>
    <w:rsid w:val="00CB19E0"/>
    <w:rsid w:val="00CB3151"/>
    <w:rsid w:val="00CB55EF"/>
    <w:rsid w:val="00CB6A37"/>
    <w:rsid w:val="00CB7684"/>
    <w:rsid w:val="00CC06EE"/>
    <w:rsid w:val="00CC4380"/>
    <w:rsid w:val="00CC7C8F"/>
    <w:rsid w:val="00CD0B4D"/>
    <w:rsid w:val="00CD1FC4"/>
    <w:rsid w:val="00CD2905"/>
    <w:rsid w:val="00CD30D5"/>
    <w:rsid w:val="00CD51E8"/>
    <w:rsid w:val="00CD58AD"/>
    <w:rsid w:val="00CE0AD9"/>
    <w:rsid w:val="00CE1B01"/>
    <w:rsid w:val="00CE678F"/>
    <w:rsid w:val="00CF34D7"/>
    <w:rsid w:val="00CF3C88"/>
    <w:rsid w:val="00CF6B06"/>
    <w:rsid w:val="00CF7DA9"/>
    <w:rsid w:val="00D034A0"/>
    <w:rsid w:val="00D0352F"/>
    <w:rsid w:val="00D042A9"/>
    <w:rsid w:val="00D067AA"/>
    <w:rsid w:val="00D10A2D"/>
    <w:rsid w:val="00D10FD0"/>
    <w:rsid w:val="00D139AC"/>
    <w:rsid w:val="00D145E1"/>
    <w:rsid w:val="00D149CE"/>
    <w:rsid w:val="00D15515"/>
    <w:rsid w:val="00D15CDA"/>
    <w:rsid w:val="00D1636E"/>
    <w:rsid w:val="00D16D28"/>
    <w:rsid w:val="00D20EBC"/>
    <w:rsid w:val="00D21061"/>
    <w:rsid w:val="00D23DD5"/>
    <w:rsid w:val="00D30400"/>
    <w:rsid w:val="00D30F04"/>
    <w:rsid w:val="00D3154A"/>
    <w:rsid w:val="00D37B14"/>
    <w:rsid w:val="00D4108E"/>
    <w:rsid w:val="00D511E5"/>
    <w:rsid w:val="00D53868"/>
    <w:rsid w:val="00D562E2"/>
    <w:rsid w:val="00D57BFB"/>
    <w:rsid w:val="00D60F62"/>
    <w:rsid w:val="00D6163D"/>
    <w:rsid w:val="00D6259C"/>
    <w:rsid w:val="00D66EA8"/>
    <w:rsid w:val="00D67C5B"/>
    <w:rsid w:val="00D70700"/>
    <w:rsid w:val="00D72FF3"/>
    <w:rsid w:val="00D831A3"/>
    <w:rsid w:val="00D868B0"/>
    <w:rsid w:val="00D90464"/>
    <w:rsid w:val="00D9609F"/>
    <w:rsid w:val="00D97BE3"/>
    <w:rsid w:val="00DA3711"/>
    <w:rsid w:val="00DB619A"/>
    <w:rsid w:val="00DC21A0"/>
    <w:rsid w:val="00DC37A6"/>
    <w:rsid w:val="00DD22E5"/>
    <w:rsid w:val="00DD46F3"/>
    <w:rsid w:val="00DD5817"/>
    <w:rsid w:val="00DD6132"/>
    <w:rsid w:val="00DE0C4D"/>
    <w:rsid w:val="00DE3F2F"/>
    <w:rsid w:val="00DE4CEF"/>
    <w:rsid w:val="00DE4D53"/>
    <w:rsid w:val="00DE51A5"/>
    <w:rsid w:val="00DE53AF"/>
    <w:rsid w:val="00DE56F2"/>
    <w:rsid w:val="00DE6A35"/>
    <w:rsid w:val="00DE73DE"/>
    <w:rsid w:val="00DF116D"/>
    <w:rsid w:val="00DF3014"/>
    <w:rsid w:val="00DF3413"/>
    <w:rsid w:val="00E01EA1"/>
    <w:rsid w:val="00E1259C"/>
    <w:rsid w:val="00E13AC3"/>
    <w:rsid w:val="00E154C1"/>
    <w:rsid w:val="00E1552A"/>
    <w:rsid w:val="00E16FF7"/>
    <w:rsid w:val="00E22C30"/>
    <w:rsid w:val="00E26D68"/>
    <w:rsid w:val="00E27B21"/>
    <w:rsid w:val="00E3224A"/>
    <w:rsid w:val="00E34DAF"/>
    <w:rsid w:val="00E36320"/>
    <w:rsid w:val="00E41CE3"/>
    <w:rsid w:val="00E437B0"/>
    <w:rsid w:val="00E44045"/>
    <w:rsid w:val="00E4520D"/>
    <w:rsid w:val="00E46C01"/>
    <w:rsid w:val="00E47301"/>
    <w:rsid w:val="00E5187A"/>
    <w:rsid w:val="00E5320C"/>
    <w:rsid w:val="00E57D04"/>
    <w:rsid w:val="00E618C4"/>
    <w:rsid w:val="00E61C9B"/>
    <w:rsid w:val="00E61F8E"/>
    <w:rsid w:val="00E6331F"/>
    <w:rsid w:val="00E65C98"/>
    <w:rsid w:val="00E6611D"/>
    <w:rsid w:val="00E7218A"/>
    <w:rsid w:val="00E7432A"/>
    <w:rsid w:val="00E878EE"/>
    <w:rsid w:val="00E92812"/>
    <w:rsid w:val="00E94BCA"/>
    <w:rsid w:val="00E94CBD"/>
    <w:rsid w:val="00EA0090"/>
    <w:rsid w:val="00EA259C"/>
    <w:rsid w:val="00EA6EC7"/>
    <w:rsid w:val="00EA7FBC"/>
    <w:rsid w:val="00EB0647"/>
    <w:rsid w:val="00EB0B37"/>
    <w:rsid w:val="00EB104F"/>
    <w:rsid w:val="00EB3D74"/>
    <w:rsid w:val="00EB46E5"/>
    <w:rsid w:val="00EB5D4D"/>
    <w:rsid w:val="00EB7CA5"/>
    <w:rsid w:val="00EC10AE"/>
    <w:rsid w:val="00EC1FD2"/>
    <w:rsid w:val="00EC798E"/>
    <w:rsid w:val="00ED0703"/>
    <w:rsid w:val="00ED14BD"/>
    <w:rsid w:val="00ED6360"/>
    <w:rsid w:val="00ED6526"/>
    <w:rsid w:val="00ED6AFD"/>
    <w:rsid w:val="00ED7DB1"/>
    <w:rsid w:val="00EE0380"/>
    <w:rsid w:val="00EE2244"/>
    <w:rsid w:val="00EE3C5F"/>
    <w:rsid w:val="00EE53CB"/>
    <w:rsid w:val="00EE7882"/>
    <w:rsid w:val="00EF0BC8"/>
    <w:rsid w:val="00EF208D"/>
    <w:rsid w:val="00EF225F"/>
    <w:rsid w:val="00EF3745"/>
    <w:rsid w:val="00EF6038"/>
    <w:rsid w:val="00EF6397"/>
    <w:rsid w:val="00EF7EA5"/>
    <w:rsid w:val="00F016C7"/>
    <w:rsid w:val="00F02670"/>
    <w:rsid w:val="00F02E62"/>
    <w:rsid w:val="00F02FB4"/>
    <w:rsid w:val="00F05537"/>
    <w:rsid w:val="00F064E1"/>
    <w:rsid w:val="00F11E07"/>
    <w:rsid w:val="00F12DEC"/>
    <w:rsid w:val="00F1715C"/>
    <w:rsid w:val="00F17E8A"/>
    <w:rsid w:val="00F203F0"/>
    <w:rsid w:val="00F22BD5"/>
    <w:rsid w:val="00F2391E"/>
    <w:rsid w:val="00F23C73"/>
    <w:rsid w:val="00F24F8E"/>
    <w:rsid w:val="00F25A9D"/>
    <w:rsid w:val="00F265BD"/>
    <w:rsid w:val="00F310F8"/>
    <w:rsid w:val="00F34447"/>
    <w:rsid w:val="00F35939"/>
    <w:rsid w:val="00F372D9"/>
    <w:rsid w:val="00F45607"/>
    <w:rsid w:val="00F46000"/>
    <w:rsid w:val="00F4722B"/>
    <w:rsid w:val="00F527F4"/>
    <w:rsid w:val="00F54432"/>
    <w:rsid w:val="00F5585C"/>
    <w:rsid w:val="00F569C6"/>
    <w:rsid w:val="00F56F87"/>
    <w:rsid w:val="00F57C90"/>
    <w:rsid w:val="00F60099"/>
    <w:rsid w:val="00F659EB"/>
    <w:rsid w:val="00F70E2B"/>
    <w:rsid w:val="00F719B5"/>
    <w:rsid w:val="00F71E32"/>
    <w:rsid w:val="00F7553A"/>
    <w:rsid w:val="00F84282"/>
    <w:rsid w:val="00F84A4D"/>
    <w:rsid w:val="00F86BA6"/>
    <w:rsid w:val="00F86CE6"/>
    <w:rsid w:val="00F91736"/>
    <w:rsid w:val="00F91B4A"/>
    <w:rsid w:val="00F923A8"/>
    <w:rsid w:val="00F93E20"/>
    <w:rsid w:val="00FA1290"/>
    <w:rsid w:val="00FA1983"/>
    <w:rsid w:val="00FA2FD1"/>
    <w:rsid w:val="00FA5FAF"/>
    <w:rsid w:val="00FB13B8"/>
    <w:rsid w:val="00FB4860"/>
    <w:rsid w:val="00FB5319"/>
    <w:rsid w:val="00FB6342"/>
    <w:rsid w:val="00FB6520"/>
    <w:rsid w:val="00FC07DA"/>
    <w:rsid w:val="00FC1F82"/>
    <w:rsid w:val="00FC6389"/>
    <w:rsid w:val="00FD0C16"/>
    <w:rsid w:val="00FD3FF0"/>
    <w:rsid w:val="00FD5B2F"/>
    <w:rsid w:val="00FE09A6"/>
    <w:rsid w:val="00FE0BAB"/>
    <w:rsid w:val="00FE4333"/>
    <w:rsid w:val="00FE49D0"/>
    <w:rsid w:val="00FE5CA1"/>
    <w:rsid w:val="00FE6AEC"/>
    <w:rsid w:val="00FE75F4"/>
    <w:rsid w:val="00FF1BDE"/>
    <w:rsid w:val="00FF2749"/>
    <w:rsid w:val="00FF2A62"/>
    <w:rsid w:val="00FF3F25"/>
    <w:rsid w:val="00FF5078"/>
    <w:rsid w:val="00FF6B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character" w:styleId="Nevyeenzmnka">
    <w:name w:val="Unresolved Mention"/>
    <w:basedOn w:val="Standardnpsmoodstavce"/>
    <w:uiPriority w:val="99"/>
    <w:semiHidden/>
    <w:unhideWhenUsed/>
    <w:rsid w:val="003E3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7D53C17-2521-4480-86A1-D8C995A8644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6</TotalTime>
  <Pages>1</Pages>
  <Words>19399</Words>
  <Characters>114457</Characters>
  <Application>Microsoft Office Word</Application>
  <DocSecurity>0</DocSecurity>
  <Lines>953</Lines>
  <Paragraphs>267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7</cp:revision>
  <cp:lastPrinted>2025-05-21T11:39:00Z</cp:lastPrinted>
  <dcterms:created xsi:type="dcterms:W3CDTF">2025-05-21T08:55:00Z</dcterms:created>
  <dcterms:modified xsi:type="dcterms:W3CDTF">2025-05-21T11:40:00Z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